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231910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231910">
      <w:pPr>
        <w:pStyle w:val="Zkladntext-sted"/>
      </w:pPr>
    </w:p>
    <w:p w14:paraId="05A0EC8C" w14:textId="25F6C964" w:rsidR="009910E5" w:rsidRDefault="000972D0" w:rsidP="000972D0">
      <w:r>
        <w:tab/>
      </w:r>
      <w:r w:rsidR="009910E5" w:rsidRPr="00E816B3">
        <w:t>dle § 2586 a násl. zákona č. 89/2012 Sb., občanský zákoník ve znění pozdějších předpisů</w:t>
      </w:r>
    </w:p>
    <w:p w14:paraId="099F5BF4" w14:textId="77777777" w:rsidR="009910E5" w:rsidRDefault="009910E5" w:rsidP="00A8167E">
      <w:pPr>
        <w:pStyle w:val="Zkladntextodsazen2"/>
      </w:pPr>
    </w:p>
    <w:p w14:paraId="41974FBF" w14:textId="77777777" w:rsidR="00A56A3F" w:rsidRDefault="00A56A3F" w:rsidP="004660E6">
      <w:pPr>
        <w:pStyle w:val="SODsmluvnstrany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4660E6">
      <w:pPr>
        <w:pStyle w:val="SODsmluvnstrany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45035859" w14:textId="77777777" w:rsidR="00A56A3F" w:rsidRDefault="00A56A3F" w:rsidP="00231910">
      <w:pPr>
        <w:pStyle w:val="Nadpis1"/>
      </w:pPr>
      <w:r>
        <w:t>Smluvní strany</w:t>
      </w:r>
    </w:p>
    <w:p w14:paraId="2C613210" w14:textId="77777777" w:rsidR="00AF4B0B" w:rsidRPr="005763F3" w:rsidRDefault="00AF4B0B" w:rsidP="00231910">
      <w:pPr>
        <w:pStyle w:val="Nadpis2"/>
      </w:pPr>
      <w:r w:rsidRPr="005763F3">
        <w:t>Objednatel:</w:t>
      </w:r>
    </w:p>
    <w:p w14:paraId="27CA6096" w14:textId="77777777" w:rsidR="00AF4B0B" w:rsidRDefault="00AF4B0B" w:rsidP="004660E6">
      <w:pPr>
        <w:pStyle w:val="SODsmluvnstrany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4660E6">
      <w:pPr>
        <w:pStyle w:val="SODsmluvnstrany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5493F397" w:rsidR="00AF4B0B" w:rsidRDefault="00AF4B0B" w:rsidP="004660E6">
      <w:pPr>
        <w:pStyle w:val="SODsmluvnstrany"/>
      </w:pPr>
      <w:r>
        <w:t xml:space="preserve">Zastoupeno:                      </w:t>
      </w:r>
      <w:r>
        <w:tab/>
      </w:r>
      <w:r w:rsidR="00665203">
        <w:t xml:space="preserve">Ing. </w:t>
      </w:r>
      <w:r w:rsidR="00BD237D">
        <w:rPr>
          <w:lang w:val="cs-CZ"/>
        </w:rPr>
        <w:t>Kamilem Válkem</w:t>
      </w:r>
      <w:r>
        <w:t xml:space="preserve">, </w:t>
      </w:r>
      <w:r w:rsidR="00BD237D">
        <w:rPr>
          <w:lang w:val="cs-CZ"/>
        </w:rPr>
        <w:t>tajemníkem</w:t>
      </w:r>
    </w:p>
    <w:p w14:paraId="193EDB54" w14:textId="77777777" w:rsidR="00AF4B0B" w:rsidRDefault="00AF4B0B" w:rsidP="004660E6">
      <w:pPr>
        <w:pStyle w:val="SODsmluvnstrany"/>
      </w:pPr>
      <w:r>
        <w:t xml:space="preserve">Ve věcech stavby je oprávněn jednat:     </w:t>
      </w:r>
      <w:r>
        <w:tab/>
      </w:r>
      <w:r>
        <w:tab/>
      </w:r>
    </w:p>
    <w:p w14:paraId="1B70F577" w14:textId="68182831" w:rsidR="00AF4B0B" w:rsidRPr="00A8167E" w:rsidRDefault="00FA7A10" w:rsidP="004660E6">
      <w:pPr>
        <w:pStyle w:val="SODsmluvnstrany"/>
        <w:rPr>
          <w:lang w:val="cs-CZ"/>
        </w:rPr>
      </w:pPr>
      <w:r>
        <w:tab/>
      </w:r>
      <w:r w:rsidR="00AF4B0B">
        <w:tab/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A8167E">
        <w:t xml:space="preserve"> </w:t>
      </w:r>
      <w:r w:rsidR="00A8167E">
        <w:rPr>
          <w:lang w:val="cs-CZ"/>
        </w:rPr>
        <w:t>(ORM-OI),</w:t>
      </w:r>
    </w:p>
    <w:p w14:paraId="5785A8CD" w14:textId="0991D2C2" w:rsidR="00AF4B0B" w:rsidRPr="00795D78" w:rsidRDefault="00FA7A10" w:rsidP="004660E6">
      <w:pPr>
        <w:pStyle w:val="SODsmluvnstrany"/>
      </w:pPr>
      <w:r>
        <w:tab/>
      </w:r>
      <w:r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4660E6">
      <w:pPr>
        <w:pStyle w:val="SODsmluvnstrany"/>
      </w:pPr>
      <w:r>
        <w:t xml:space="preserve">  </w:t>
      </w:r>
    </w:p>
    <w:p w14:paraId="2F88F59D" w14:textId="77777777" w:rsidR="00AF4B0B" w:rsidRDefault="00AF4B0B" w:rsidP="004660E6">
      <w:pPr>
        <w:pStyle w:val="SODsmluvnstrany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4660E6">
      <w:pPr>
        <w:pStyle w:val="SODsmluvnstrany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5C76B543" w:rsidR="00AF4B0B" w:rsidRDefault="00AF4B0B" w:rsidP="004660E6">
      <w:pPr>
        <w:pStyle w:val="SODsmluvnstrany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</w:t>
      </w:r>
      <w:r w:rsidR="00A8167E">
        <w:t xml:space="preserve">                  </w:t>
      </w:r>
      <w:r w:rsidR="00A8167E">
        <w:tab/>
        <w:t>4204852/0800</w:t>
      </w:r>
      <w:r>
        <w:t xml:space="preserve"> </w:t>
      </w:r>
    </w:p>
    <w:p w14:paraId="056D0B06" w14:textId="77777777" w:rsidR="00AF4B0B" w:rsidRDefault="00AF4B0B" w:rsidP="00A8167E">
      <w:pPr>
        <w:pStyle w:val="Zkladntextodsazen2"/>
      </w:pPr>
    </w:p>
    <w:p w14:paraId="434CA757" w14:textId="77777777" w:rsidR="00AF4B0B" w:rsidRPr="005763F3" w:rsidRDefault="00AF4B0B" w:rsidP="00231910">
      <w:pPr>
        <w:pStyle w:val="Nadpis2"/>
      </w:pPr>
      <w:r w:rsidRPr="005763F3">
        <w:t>Zhotovitel:</w:t>
      </w:r>
    </w:p>
    <w:p w14:paraId="6EBC9D5A" w14:textId="16C755E2" w:rsidR="00AF4B0B" w:rsidRDefault="00AF4B0B" w:rsidP="004660E6">
      <w:pPr>
        <w:pStyle w:val="SODsmluvnstrany"/>
      </w:pPr>
      <w:r>
        <w:t xml:space="preserve">    </w:t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54ED8359" w14:textId="77777777" w:rsidR="00AF4B0B" w:rsidRDefault="00AF4B0B" w:rsidP="004660E6">
      <w:pPr>
        <w:pStyle w:val="SODsmluvnstrany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36D4DEB3" w14:textId="77777777" w:rsidR="00AF4B0B" w:rsidRDefault="00AF4B0B" w:rsidP="004660E6">
      <w:pPr>
        <w:pStyle w:val="SODsmluvnstrany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1F704C0D" w14:textId="77777777" w:rsidR="00AF4B0B" w:rsidRDefault="000A4AA0" w:rsidP="004660E6">
      <w:pPr>
        <w:pStyle w:val="SODsmluvnstrany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32224C17" w14:textId="71BE1067" w:rsidR="00D14E79" w:rsidRPr="00E011C5" w:rsidRDefault="00AF4B0B" w:rsidP="004660E6">
      <w:pPr>
        <w:pStyle w:val="SODsmluvnstrany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 w:rsidR="004C16C7">
        <w:rPr>
          <w:lang w:val="cs-CZ"/>
        </w:rPr>
        <w:t xml:space="preserve"> </w:t>
      </w:r>
      <w:r w:rsidR="004C16C7">
        <w:t>nebo jiné evidenci</w:t>
      </w:r>
      <w:r>
        <w:tab/>
        <w:t xml:space="preserve"> </w:t>
      </w:r>
    </w:p>
    <w:p w14:paraId="68CDDF20" w14:textId="77777777" w:rsidR="00D14E79" w:rsidRDefault="00AF4B0B" w:rsidP="004660E6">
      <w:pPr>
        <w:pStyle w:val="SODsmluvnstrany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3CF5C77C" w14:textId="77777777" w:rsidR="00E011C5" w:rsidRDefault="003103DE" w:rsidP="004660E6">
      <w:pPr>
        <w:pStyle w:val="SODsmluvnstrany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3BF2B95D" w14:textId="77777777" w:rsidR="00D14E79" w:rsidRDefault="00D14E79" w:rsidP="004660E6">
      <w:pPr>
        <w:pStyle w:val="SODsmluvnstrany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9BDEC0A" w14:textId="77777777" w:rsidR="00AF4B0B" w:rsidRDefault="00AF4B0B" w:rsidP="004660E6">
      <w:pPr>
        <w:pStyle w:val="SODsmluvnstrany"/>
      </w:pPr>
      <w:r>
        <w:tab/>
      </w:r>
    </w:p>
    <w:p w14:paraId="361531DF" w14:textId="77777777" w:rsidR="00AF4B0B" w:rsidRDefault="00AF4B0B" w:rsidP="004660E6">
      <w:pPr>
        <w:pStyle w:val="SODsmluvnstrany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627039D" w14:textId="77777777" w:rsidR="00E011C5" w:rsidRPr="00E011C5" w:rsidRDefault="00AF4B0B" w:rsidP="004660E6">
      <w:pPr>
        <w:pStyle w:val="SODsmluvnstrany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01C28271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1E12EBD0" w14:textId="77777777" w:rsidR="00AF4B0B" w:rsidRDefault="00AF4B0B" w:rsidP="004660E6">
      <w:pPr>
        <w:pStyle w:val="SODsmluvnstrany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56ED5E55" w14:textId="77777777" w:rsidR="00BD1AC5" w:rsidRDefault="00BD1AC5" w:rsidP="00A8167E">
      <w:pPr>
        <w:pStyle w:val="Zkladntextodsazen2"/>
      </w:pPr>
    </w:p>
    <w:p w14:paraId="6B48D691" w14:textId="77777777" w:rsidR="00BD1AC5" w:rsidRDefault="00BD1AC5" w:rsidP="00A8167E">
      <w:pPr>
        <w:pStyle w:val="Zkladntextodsazen2"/>
      </w:pPr>
    </w:p>
    <w:p w14:paraId="645C63E5" w14:textId="77777777" w:rsidR="002F2592" w:rsidRPr="005763F3" w:rsidRDefault="002F2592" w:rsidP="00231910">
      <w:pPr>
        <w:pStyle w:val="Nadpis2"/>
      </w:pPr>
      <w:r>
        <w:t>Identifikační údaje stavby</w:t>
      </w:r>
    </w:p>
    <w:p w14:paraId="477145B2" w14:textId="77777777" w:rsidR="002F2592" w:rsidRDefault="002F2592" w:rsidP="00A8167E">
      <w:pPr>
        <w:pStyle w:val="Zkladntextodsazen2"/>
      </w:pPr>
    </w:p>
    <w:p w14:paraId="0AAD111D" w14:textId="22A3801E" w:rsidR="002F2592" w:rsidRPr="00B643D3" w:rsidRDefault="002F2592" w:rsidP="004660E6">
      <w:pPr>
        <w:pStyle w:val="SODsmluvnstrany"/>
      </w:pPr>
      <w:r w:rsidRPr="00000208">
        <w:t>Název veřejné zakázky:</w:t>
      </w:r>
      <w:r w:rsidRPr="00000208">
        <w:tab/>
      </w:r>
      <w:r w:rsidR="00BD237D">
        <w:rPr>
          <w:lang w:val="cs-CZ"/>
        </w:rPr>
        <w:t>Radnice čp. 100</w:t>
      </w:r>
      <w:r w:rsidR="00B527D8" w:rsidRPr="00000208">
        <w:t xml:space="preserve"> – </w:t>
      </w:r>
      <w:r w:rsidR="00BD237D">
        <w:rPr>
          <w:lang w:val="cs-CZ"/>
        </w:rPr>
        <w:t>výměna výtahu</w:t>
      </w:r>
    </w:p>
    <w:p w14:paraId="2C764646" w14:textId="7D3A660F" w:rsidR="002F2592" w:rsidRPr="00A8167E" w:rsidRDefault="002F2592" w:rsidP="004660E6">
      <w:pPr>
        <w:pStyle w:val="SODsmluvnstrany"/>
      </w:pPr>
      <w:r w:rsidRPr="00B643D3">
        <w:t>Stavební povolení:</w:t>
      </w:r>
      <w:r w:rsidRPr="00B643D3">
        <w:tab/>
      </w:r>
      <w:r w:rsidR="004C16C7">
        <w:rPr>
          <w:lang w:val="cs-CZ"/>
        </w:rPr>
        <w:t>práce nepodléhají povolení SÚ</w:t>
      </w:r>
    </w:p>
    <w:p w14:paraId="5072C2DF" w14:textId="7968F0DA" w:rsidR="002F2592" w:rsidRPr="002F2592" w:rsidRDefault="002F2592" w:rsidP="004660E6">
      <w:pPr>
        <w:pStyle w:val="SODsmluvnstrany"/>
      </w:pPr>
      <w:r w:rsidRPr="00B643D3">
        <w:lastRenderedPageBreak/>
        <w:t>Místo stavby:</w:t>
      </w:r>
      <w:r w:rsidRPr="00B643D3">
        <w:tab/>
      </w:r>
      <w:r w:rsidR="00A96F8E">
        <w:tab/>
      </w:r>
      <w:r w:rsidR="00BD237D">
        <w:rPr>
          <w:lang w:val="cs-CZ"/>
        </w:rPr>
        <w:t>Masarykovo nám. 100</w:t>
      </w:r>
      <w:r w:rsidR="00E12947">
        <w:rPr>
          <w:rFonts w:cs="Arial"/>
        </w:rPr>
        <w:t xml:space="preserve">, </w:t>
      </w:r>
      <w:r w:rsidR="00E12947">
        <w:rPr>
          <w:rFonts w:cs="Arial"/>
          <w:lang w:val="cs-CZ"/>
        </w:rPr>
        <w:t xml:space="preserve">688 01 </w:t>
      </w:r>
      <w:r w:rsidR="00E12947">
        <w:rPr>
          <w:rFonts w:cs="Arial"/>
        </w:rPr>
        <w:t>Uherský Brod</w:t>
      </w:r>
    </w:p>
    <w:p w14:paraId="5DAABDE0" w14:textId="77777777" w:rsidR="002F2592" w:rsidRPr="00B643D3" w:rsidRDefault="002F2592" w:rsidP="004660E6">
      <w:pPr>
        <w:pStyle w:val="SODsmluvnstrany"/>
      </w:pPr>
    </w:p>
    <w:p w14:paraId="2327C03A" w14:textId="1EE0476C" w:rsidR="00111A81" w:rsidRDefault="002F2592" w:rsidP="004660E6">
      <w:pPr>
        <w:pStyle w:val="SODsmluvnstrany"/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BD237D">
        <w:rPr>
          <w:rFonts w:ascii="ArialMT" w:hAnsi="ArialMT" w:cs="ArialMT"/>
          <w:lang w:val="cs-CZ"/>
        </w:rPr>
        <w:t>bez projektové dokumentace</w:t>
      </w:r>
      <w:r w:rsidR="00111A81">
        <w:rPr>
          <w:lang w:val="cs-CZ"/>
        </w:rPr>
        <w:t xml:space="preserve"> </w:t>
      </w:r>
      <w:r w:rsidR="00111A81">
        <w:t xml:space="preserve"> </w:t>
      </w:r>
      <w:r w:rsidR="00111A81" w:rsidRPr="00FF26FC">
        <w:t xml:space="preserve"> </w:t>
      </w:r>
    </w:p>
    <w:p w14:paraId="4D8C1E07" w14:textId="38DFA178" w:rsidR="00BD237D" w:rsidRDefault="00BD237D" w:rsidP="004660E6">
      <w:pPr>
        <w:pStyle w:val="SODsmluvnstrany"/>
      </w:pPr>
      <w:r w:rsidRPr="00B643D3">
        <w:t>Kontakt – tel., email:</w:t>
      </w:r>
    </w:p>
    <w:p w14:paraId="2D98E4F4" w14:textId="30EEA065" w:rsidR="002F2592" w:rsidRPr="00A8167E" w:rsidRDefault="002F2592" w:rsidP="004660E6">
      <w:pPr>
        <w:pStyle w:val="SODsmluvnstrany"/>
        <w:rPr>
          <w:lang w:val="cs-CZ"/>
        </w:rPr>
      </w:pPr>
      <w:r w:rsidRPr="00B643D3">
        <w:t xml:space="preserve">Technický dozor objednatele: </w:t>
      </w:r>
      <w:r w:rsidRPr="00B643D3">
        <w:tab/>
      </w:r>
      <w:r w:rsidR="00A8167E">
        <w:rPr>
          <w:lang w:val="cs-CZ"/>
        </w:rPr>
        <w:t>Ing. Dagmar Braunerová</w:t>
      </w:r>
    </w:p>
    <w:p w14:paraId="5D9436E9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1A0B736C" w14:textId="0E4C53BB" w:rsidR="002F2592" w:rsidRPr="00111A81" w:rsidRDefault="002F2592" w:rsidP="004660E6">
      <w:pPr>
        <w:pStyle w:val="SODsmluvnstrany"/>
        <w:rPr>
          <w:lang w:val="cs-CZ"/>
        </w:rPr>
      </w:pPr>
      <w:r w:rsidRPr="00B643D3">
        <w:t>Koordinátor BOZP objednatele:</w:t>
      </w:r>
      <w:r w:rsidRPr="00B643D3">
        <w:tab/>
      </w:r>
      <w:r w:rsidR="00111A81">
        <w:rPr>
          <w:lang w:val="cs-CZ"/>
        </w:rPr>
        <w:t>nebude potřeba</w:t>
      </w:r>
    </w:p>
    <w:p w14:paraId="4457A37E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7FBDBB79" w14:textId="77777777" w:rsidR="00AF4B0B" w:rsidRDefault="00A56A3F" w:rsidP="00231910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231910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597DEC">
      <w:pPr>
        <w:pStyle w:val="Nadpis7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231910">
      <w:pPr>
        <w:pStyle w:val="Nadpis2"/>
      </w:pPr>
      <w:r w:rsidRPr="005763F3">
        <w:t>Výchozí podklady</w:t>
      </w:r>
    </w:p>
    <w:p w14:paraId="1739B564" w14:textId="3911BA1E" w:rsidR="00A56A3F" w:rsidRPr="00A56A3F" w:rsidRDefault="00A56A3F" w:rsidP="00597DEC">
      <w:pPr>
        <w:pStyle w:val="Nadpis7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BD237D">
        <w:t>dodávku</w:t>
      </w:r>
      <w:r w:rsidRPr="00A56A3F">
        <w:t>.</w:t>
      </w:r>
    </w:p>
    <w:p w14:paraId="1BF074A1" w14:textId="0A58E9E0" w:rsidR="00AF4B0B" w:rsidRPr="005763F3" w:rsidRDefault="00AF4B0B" w:rsidP="00231910">
      <w:pPr>
        <w:pStyle w:val="Nadpis2"/>
      </w:pPr>
      <w:r w:rsidRPr="005763F3">
        <w:t>Účel smlouvy</w:t>
      </w:r>
      <w:bookmarkEnd w:id="16"/>
      <w:r w:rsidR="00875660">
        <w:t xml:space="preserve"> a význam smlouvy</w:t>
      </w:r>
    </w:p>
    <w:p w14:paraId="72B6F9E9" w14:textId="4238C8BE" w:rsidR="00AF4B0B" w:rsidRDefault="00AF4B0B" w:rsidP="00597DEC">
      <w:pPr>
        <w:pStyle w:val="Nadpis7"/>
      </w:pPr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 xml:space="preserve">Významný je pro objednatele převážně termín provádění, jelikož je vázaný na provoz </w:t>
      </w:r>
      <w:r w:rsidR="00231910">
        <w:t>škol</w:t>
      </w:r>
      <w:r w:rsidR="004C16C7">
        <w:t>k</w:t>
      </w:r>
      <w:r w:rsidR="00231910">
        <w:t xml:space="preserve">y </w:t>
      </w:r>
      <w:r w:rsidR="00875660">
        <w:t>v období letních prázdnin.</w:t>
      </w:r>
    </w:p>
    <w:p w14:paraId="709E4D0A" w14:textId="77777777" w:rsidR="00A56A3F" w:rsidRPr="009706B3" w:rsidRDefault="00A56A3F" w:rsidP="00231910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231910">
      <w:pPr>
        <w:pStyle w:val="Nadpis1"/>
      </w:pPr>
      <w:bookmarkStart w:id="18" w:name="_Ref283560940"/>
      <w:r>
        <w:t>Předmět smlouvy</w:t>
      </w:r>
      <w:bookmarkEnd w:id="18"/>
    </w:p>
    <w:p w14:paraId="4FCE30C5" w14:textId="63DBF34C" w:rsidR="00AF4B0B" w:rsidRPr="005763F3" w:rsidRDefault="00AF4B0B" w:rsidP="00231910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78641E21" w14:textId="25328418" w:rsidR="006F54B2" w:rsidRDefault="00AF4B0B" w:rsidP="00597DEC">
      <w:pPr>
        <w:pStyle w:val="Nadpis7"/>
      </w:pPr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33E4C396" w14:textId="10D3D8C1" w:rsidR="00BD1AC5" w:rsidRPr="00795D78" w:rsidRDefault="00AF4B0B" w:rsidP="00597DEC">
      <w:pPr>
        <w:pStyle w:val="Nadpis7"/>
      </w:pPr>
      <w:r w:rsidRPr="00795D78">
        <w:t xml:space="preserve">Dílem se rozumí </w:t>
      </w:r>
      <w:r w:rsidR="00BD237D">
        <w:t>dodávka</w:t>
      </w:r>
      <w:r w:rsidR="001C091D">
        <w:t xml:space="preserve"> a montáž</w:t>
      </w:r>
      <w:r w:rsidR="00BD237D">
        <w:t xml:space="preserve"> provozního zařízení</w:t>
      </w:r>
      <w:r w:rsidR="00F445CA" w:rsidRPr="00F445CA">
        <w:t xml:space="preserve"> </w:t>
      </w:r>
      <w:r w:rsidR="001C091D">
        <w:t xml:space="preserve">do budovy městského úřadu </w:t>
      </w:r>
      <w:r w:rsidR="00795D78" w:rsidRPr="00795D78">
        <w:t>pod názvem</w:t>
      </w:r>
      <w:r w:rsidRPr="00795D78">
        <w:t>:</w:t>
      </w:r>
    </w:p>
    <w:p w14:paraId="5A3F7E2F" w14:textId="1CDABAD5" w:rsidR="007F7D40" w:rsidRDefault="00142198" w:rsidP="000F343B">
      <w:pPr>
        <w:pStyle w:val="Nadpis6"/>
      </w:pPr>
      <w:r w:rsidRPr="000F343B">
        <w:t>„</w:t>
      </w:r>
      <w:r w:rsidR="00BD237D">
        <w:t>Radnice čp. 100</w:t>
      </w:r>
      <w:r w:rsidR="005666D2">
        <w:t xml:space="preserve"> </w:t>
      </w:r>
      <w:r w:rsidR="007F7D40" w:rsidRPr="000F343B">
        <w:t xml:space="preserve">– </w:t>
      </w:r>
      <w:r w:rsidR="00BD237D">
        <w:t>výměna výtahu</w:t>
      </w:r>
      <w:r>
        <w:t>“</w:t>
      </w:r>
    </w:p>
    <w:p w14:paraId="13F494CD" w14:textId="6FA3BA35" w:rsidR="00AF4B0B" w:rsidRDefault="00DD1250" w:rsidP="00231910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231910"/>
    <w:p w14:paraId="6E88E74F" w14:textId="0693C904" w:rsidR="00FC1168" w:rsidRPr="00FC1168" w:rsidRDefault="001C091D" w:rsidP="00FC1168">
      <w:pPr>
        <w:pStyle w:val="Nadpis7"/>
      </w:pPr>
      <w:r>
        <w:t>Jedná se o osobní výtah pro 3 nadzemní podlaží, v základní rozměrové řadě kabiny 1100 x 1</w:t>
      </w:r>
      <w:r w:rsidR="00A310BB">
        <w:t>4</w:t>
      </w:r>
      <w:r>
        <w:t>00 mm,</w:t>
      </w:r>
      <w:r w:rsidR="00A310BB">
        <w:t xml:space="preserve"> nosností</w:t>
      </w:r>
      <w:r w:rsidR="00784199">
        <w:t xml:space="preserve"> 630 kg</w:t>
      </w:r>
      <w:r w:rsidR="00A310BB">
        <w:t>.</w:t>
      </w:r>
      <w:r>
        <w:t xml:space="preserve"> </w:t>
      </w:r>
      <w:r w:rsidR="00FC1168" w:rsidRPr="00FC1168">
        <w:t xml:space="preserve">Stávající výtah byl realizován v roce 2007 jako přístavba k budově radnice, výtahová šachta je tvořena ocelovou konstrukcí s proskleným opláštěním. Střecha je ve tvaru čtyřbokého jehlanu a je taky zasklená bezpečnostním sklem Restex 6. Nad </w:t>
      </w:r>
      <w:r w:rsidR="00AF6540">
        <w:t>ventilátor</w:t>
      </w:r>
      <w:r w:rsidR="00FC1168" w:rsidRPr="00FC1168">
        <w:t>em ve špici střechy je krycí pozinkovaný plech. Zasklení výtahové šachty je z protislunečního dvojskla stopsol v kouřovém odstínu a bezpečnostního skla dle ČSN. V 2. a 3. nadzemním podlaží je propojena výtahová šachta s budovou radnice proskleným krčkem, v přízemí (1.NP) se nastupuje</w:t>
      </w:r>
      <w:r w:rsidR="00784199">
        <w:t xml:space="preserve"> do</w:t>
      </w:r>
      <w:r w:rsidR="00FC1168" w:rsidRPr="00FC1168">
        <w:t xml:space="preserve"> výtahu z venkovního prostrans</w:t>
      </w:r>
      <w:r w:rsidR="00784199">
        <w:t xml:space="preserve">tví. </w:t>
      </w:r>
      <w:r w:rsidR="00784199">
        <w:lastRenderedPageBreak/>
        <w:t>Podrobný popis šachty je v</w:t>
      </w:r>
      <w:r w:rsidR="00FC1168" w:rsidRPr="00FC1168">
        <w:t xml:space="preserve"> p</w:t>
      </w:r>
      <w:r w:rsidR="00784199">
        <w:t>rojektové dokumentaci z r. 2005, která je součástí zadávací dokumentace</w:t>
      </w:r>
      <w:r w:rsidR="00D04179">
        <w:t>.</w:t>
      </w:r>
    </w:p>
    <w:p w14:paraId="55C45890" w14:textId="479CFE2B" w:rsidR="001C091D" w:rsidRPr="00FC1168" w:rsidRDefault="001C091D" w:rsidP="00FC1168">
      <w:pPr>
        <w:pStyle w:val="Nadpis7"/>
      </w:pPr>
      <w:r w:rsidRPr="00FC1168">
        <w:t xml:space="preserve">Součástí výtahu je invalidní výbava, </w:t>
      </w:r>
      <w:r w:rsidR="00FC1168" w:rsidRPr="00FC1168">
        <w:t>bezpřevodový stroj – tichá jízda (hlučnost v kabině 53 d</w:t>
      </w:r>
      <w:r w:rsidR="00784199">
        <w:t>B</w:t>
      </w:r>
      <w:r w:rsidR="00FC1168" w:rsidRPr="00FC1168">
        <w:t xml:space="preserve">), </w:t>
      </w:r>
      <w:r w:rsidRPr="00FC1168">
        <w:t>rekuperační pohon</w:t>
      </w:r>
      <w:r w:rsidRPr="00784199">
        <w:t>, vzdálený monitoring,</w:t>
      </w:r>
      <w:r w:rsidRPr="00FC1168">
        <w:t xml:space="preserve"> ploché pásy</w:t>
      </w:r>
      <w:r w:rsidR="0056145B" w:rsidRPr="00FC1168">
        <w:t xml:space="preserve"> vč.</w:t>
      </w:r>
      <w:r w:rsidR="00FC1168" w:rsidRPr="00FC1168">
        <w:t xml:space="preserve"> nepřetržitého monitoringu stavu pásů</w:t>
      </w:r>
      <w:r w:rsidRPr="00FC1168">
        <w:t xml:space="preserve">, </w:t>
      </w:r>
      <w:r w:rsidR="00FC1168" w:rsidRPr="00FC1168">
        <w:t xml:space="preserve">energeticky úsporný provoz (energetická třída A), </w:t>
      </w:r>
      <w:r w:rsidRPr="00FC1168">
        <w:t>automatický dojezd v případě výpadku elektrické energie.</w:t>
      </w:r>
    </w:p>
    <w:p w14:paraId="6886640D" w14:textId="77777777" w:rsidR="001C091D" w:rsidRDefault="001C091D" w:rsidP="001C091D">
      <w:pPr>
        <w:rPr>
          <w:color w:val="000000" w:themeColor="text1"/>
        </w:rPr>
      </w:pPr>
    </w:p>
    <w:p w14:paraId="06B93B77" w14:textId="2DD97F19" w:rsidR="001C091D" w:rsidRDefault="001C091D" w:rsidP="001C091D">
      <w:pPr>
        <w:rPr>
          <w:color w:val="000000" w:themeColor="text1"/>
        </w:rPr>
      </w:pPr>
      <w:r>
        <w:rPr>
          <w:color w:val="000000" w:themeColor="text1"/>
        </w:rPr>
        <w:t xml:space="preserve">Podrobně je výtah specifikován v příloze P3 Technická specifikace výtahu, dále jsou součástí dodávky </w:t>
      </w:r>
      <w:r w:rsidR="00A310BB">
        <w:rPr>
          <w:color w:val="000000" w:themeColor="text1"/>
        </w:rPr>
        <w:t xml:space="preserve">a ceny </w:t>
      </w:r>
      <w:r>
        <w:rPr>
          <w:color w:val="000000" w:themeColor="text1"/>
        </w:rPr>
        <w:t xml:space="preserve">výtahu tyto </w:t>
      </w:r>
      <w:r w:rsidR="00A310BB">
        <w:rPr>
          <w:color w:val="000000" w:themeColor="text1"/>
        </w:rPr>
        <w:t>části</w:t>
      </w:r>
      <w:r>
        <w:rPr>
          <w:color w:val="000000" w:themeColor="text1"/>
        </w:rPr>
        <w:t>:</w:t>
      </w:r>
    </w:p>
    <w:p w14:paraId="292F430C" w14:textId="14DBDC2D" w:rsidR="001C091D" w:rsidRPr="001C091D" w:rsidRDefault="00A310BB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d</w:t>
      </w:r>
      <w:r w:rsidR="001C091D">
        <w:rPr>
          <w:color w:val="000000" w:themeColor="text1"/>
          <w:lang w:val="cs-CZ"/>
        </w:rPr>
        <w:t>emontáž stávajícího výtahu vč.</w:t>
      </w:r>
      <w:r w:rsidR="00D04179">
        <w:rPr>
          <w:color w:val="000000" w:themeColor="text1"/>
          <w:lang w:val="cs-CZ"/>
        </w:rPr>
        <w:t xml:space="preserve"> ekologické</w:t>
      </w:r>
      <w:r w:rsidR="001C091D">
        <w:rPr>
          <w:color w:val="000000" w:themeColor="text1"/>
          <w:lang w:val="cs-CZ"/>
        </w:rPr>
        <w:t xml:space="preserve"> </w:t>
      </w:r>
      <w:r w:rsidR="00D64403">
        <w:rPr>
          <w:color w:val="000000" w:themeColor="text1"/>
          <w:lang w:val="cs-CZ"/>
        </w:rPr>
        <w:t xml:space="preserve">likvidace odpadu, </w:t>
      </w:r>
    </w:p>
    <w:p w14:paraId="0B2AF78F" w14:textId="4323A4C9" w:rsidR="001C091D" w:rsidRDefault="001C091D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</w:rPr>
        <w:t xml:space="preserve">veškeré </w:t>
      </w:r>
      <w:r w:rsidRPr="00A76332">
        <w:t>stavební</w:t>
      </w:r>
      <w:r>
        <w:rPr>
          <w:color w:val="000000" w:themeColor="text1"/>
        </w:rPr>
        <w:t xml:space="preserve"> a montážní úpravy stávající výtahové</w:t>
      </w:r>
      <w:r w:rsidR="009069E1">
        <w:rPr>
          <w:color w:val="000000" w:themeColor="text1"/>
        </w:rPr>
        <w:t xml:space="preserve"> šachty (např. zapravení ostění a</w:t>
      </w:r>
      <w:r>
        <w:rPr>
          <w:color w:val="000000" w:themeColor="text1"/>
        </w:rPr>
        <w:t xml:space="preserve"> nadpraží nerezovým plechem</w:t>
      </w:r>
      <w:r w:rsidR="009069E1">
        <w:rPr>
          <w:color w:val="000000" w:themeColor="text1"/>
        </w:rPr>
        <w:t>, řešení prahu systémovými lištami bez přechodových plechů</w:t>
      </w:r>
      <w:r w:rsidR="00D64403">
        <w:rPr>
          <w:color w:val="000000" w:themeColor="text1"/>
          <w:lang w:val="cs-CZ"/>
        </w:rPr>
        <w:t>, úprava návaznosti stávajících podlah</w:t>
      </w:r>
      <w:r>
        <w:rPr>
          <w:color w:val="000000" w:themeColor="text1"/>
        </w:rPr>
        <w:t xml:space="preserve">; </w:t>
      </w:r>
    </w:p>
    <w:p w14:paraId="72D2849D" w14:textId="2A367784" w:rsidR="00784199" w:rsidRDefault="00784199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 xml:space="preserve">rozsah prosklení výtahové kabiny </w:t>
      </w:r>
      <w:r w:rsidR="00D04179">
        <w:rPr>
          <w:color w:val="000000" w:themeColor="text1"/>
          <w:lang w:val="cs-CZ"/>
        </w:rPr>
        <w:t>viz specifikace</w:t>
      </w:r>
      <w:r>
        <w:rPr>
          <w:color w:val="000000" w:themeColor="text1"/>
          <w:lang w:val="cs-CZ"/>
        </w:rPr>
        <w:t xml:space="preserve"> jako stávající kabina;</w:t>
      </w:r>
    </w:p>
    <w:p w14:paraId="49758D02" w14:textId="6CCF96A1" w:rsidR="00D64403" w:rsidRDefault="00D64403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podlaha výtahové kabiny z přírodní travertinové dlažby – viz foto stávajícího stavu, formát dlažby ideálně 80/40 cm</w:t>
      </w:r>
      <w:r w:rsidR="00784199">
        <w:rPr>
          <w:color w:val="000000" w:themeColor="text1"/>
          <w:lang w:val="cs-CZ"/>
        </w:rPr>
        <w:t>;</w:t>
      </w:r>
    </w:p>
    <w:p w14:paraId="6C0DFF89" w14:textId="2197C0E9" w:rsidR="00A310BB" w:rsidRPr="00103A0F" w:rsidRDefault="00A310BB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repase povrchové úpravy stávající konstrukce výtahové šachty – hlavně dojezdové části šachty a vstupního</w:t>
      </w:r>
      <w:r w:rsidR="00D64403">
        <w:rPr>
          <w:color w:val="000000" w:themeColor="text1"/>
          <w:lang w:val="cs-CZ"/>
        </w:rPr>
        <w:t xml:space="preserve"> průčelí – stávající stav viz foto</w:t>
      </w:r>
    </w:p>
    <w:p w14:paraId="1B9DAD9B" w14:textId="6662341D" w:rsidR="00103A0F" w:rsidRDefault="00103A0F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vyčistění výtahové šachty (skla vnější i vnitřní strana, OK)</w:t>
      </w:r>
    </w:p>
    <w:p w14:paraId="0A67ECB0" w14:textId="03541707" w:rsidR="001C091D" w:rsidRDefault="001C091D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</w:rPr>
        <w:t xml:space="preserve">napojení </w:t>
      </w:r>
      <w:r>
        <w:rPr>
          <w:color w:val="000000" w:themeColor="text1"/>
          <w:lang w:val="cs-CZ"/>
        </w:rPr>
        <w:t xml:space="preserve">výtahu </w:t>
      </w:r>
      <w:r>
        <w:rPr>
          <w:color w:val="000000" w:themeColor="text1"/>
        </w:rPr>
        <w:t xml:space="preserve">na </w:t>
      </w:r>
      <w:r w:rsidR="009069E1">
        <w:rPr>
          <w:color w:val="000000" w:themeColor="text1"/>
          <w:lang w:val="cs-CZ"/>
        </w:rPr>
        <w:t xml:space="preserve">stávající </w:t>
      </w:r>
      <w:r>
        <w:rPr>
          <w:color w:val="000000" w:themeColor="text1"/>
        </w:rPr>
        <w:t>elektroinstalaci vč. revizní zprávy</w:t>
      </w:r>
      <w:r>
        <w:rPr>
          <w:color w:val="000000" w:themeColor="text1"/>
          <w:lang w:val="cs-CZ"/>
        </w:rPr>
        <w:t xml:space="preserve"> </w:t>
      </w:r>
      <w:r w:rsidR="009069E1">
        <w:rPr>
          <w:color w:val="000000" w:themeColor="text1"/>
          <w:lang w:val="cs-CZ"/>
        </w:rPr>
        <w:t>výtahu</w:t>
      </w:r>
      <w:r w:rsidR="00A310BB">
        <w:rPr>
          <w:color w:val="000000" w:themeColor="text1"/>
          <w:lang w:val="cs-CZ"/>
        </w:rPr>
        <w:t>;</w:t>
      </w:r>
    </w:p>
    <w:p w14:paraId="4FEFD735" w14:textId="48AF3D9B" w:rsidR="001C091D" w:rsidRPr="00D64403" w:rsidRDefault="001617FF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 xml:space="preserve">led </w:t>
      </w:r>
      <w:r w:rsidR="001C091D" w:rsidRPr="00D64403">
        <w:rPr>
          <w:color w:val="000000" w:themeColor="text1"/>
        </w:rPr>
        <w:t xml:space="preserve">osvětlení výtahové šachty </w:t>
      </w:r>
      <w:r w:rsidR="00D64403" w:rsidRPr="00D64403">
        <w:rPr>
          <w:color w:val="000000" w:themeColor="text1"/>
          <w:lang w:val="cs-CZ"/>
        </w:rPr>
        <w:t>vč.</w:t>
      </w:r>
      <w:r w:rsidR="001C091D" w:rsidRPr="00D64403">
        <w:rPr>
          <w:color w:val="000000" w:themeColor="text1"/>
        </w:rPr>
        <w:t xml:space="preserve"> revizní zprávy</w:t>
      </w:r>
      <w:r w:rsidR="00A310BB" w:rsidRPr="00D64403">
        <w:rPr>
          <w:color w:val="000000" w:themeColor="text1"/>
          <w:lang w:val="cs-CZ"/>
        </w:rPr>
        <w:t>;</w:t>
      </w:r>
    </w:p>
    <w:p w14:paraId="046E0F52" w14:textId="10466227" w:rsidR="0056145B" w:rsidRPr="00784199" w:rsidRDefault="0056145B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 w:rsidRPr="00784199">
        <w:rPr>
          <w:color w:val="000000" w:themeColor="text1"/>
          <w:lang w:val="cs-CZ"/>
        </w:rPr>
        <w:t>výměna ventilátoru</w:t>
      </w:r>
      <w:r w:rsidR="00D64403" w:rsidRPr="00784199">
        <w:rPr>
          <w:color w:val="000000" w:themeColor="text1"/>
          <w:lang w:val="cs-CZ"/>
        </w:rPr>
        <w:t>;</w:t>
      </w:r>
    </w:p>
    <w:p w14:paraId="43F0ADBB" w14:textId="0F8D5ED5" w:rsidR="001C091D" w:rsidRPr="00C87F6B" w:rsidRDefault="00D64403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potřebná</w:t>
      </w:r>
      <w:r w:rsidR="001C091D">
        <w:rPr>
          <w:color w:val="000000" w:themeColor="text1"/>
        </w:rPr>
        <w:t xml:space="preserve"> úprava</w:t>
      </w:r>
      <w:r>
        <w:rPr>
          <w:color w:val="000000" w:themeColor="text1"/>
          <w:lang w:val="cs-CZ"/>
        </w:rPr>
        <w:t xml:space="preserve"> stávající konstrukce</w:t>
      </w:r>
      <w:r w:rsidR="001C091D">
        <w:rPr>
          <w:color w:val="000000" w:themeColor="text1"/>
        </w:rPr>
        <w:t xml:space="preserve"> pro kotvení výtahu </w:t>
      </w:r>
      <w:r w:rsidR="009069E1">
        <w:rPr>
          <w:color w:val="000000" w:themeColor="text1"/>
          <w:lang w:val="cs-CZ"/>
        </w:rPr>
        <w:t>nebo dodávka montážních háků</w:t>
      </w:r>
      <w:r w:rsidR="00A310BB">
        <w:rPr>
          <w:color w:val="000000" w:themeColor="text1"/>
          <w:lang w:val="cs-CZ"/>
        </w:rPr>
        <w:t>;</w:t>
      </w:r>
    </w:p>
    <w:p w14:paraId="0345ADC3" w14:textId="77777777" w:rsidR="001C091D" w:rsidRDefault="001C091D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>zpracování prováděcí dokumentace výtahu;</w:t>
      </w:r>
    </w:p>
    <w:p w14:paraId="2327C89D" w14:textId="77777777" w:rsidR="001C091D" w:rsidRDefault="001C091D" w:rsidP="001C091D">
      <w:pPr>
        <w:pStyle w:val="Zkladntextodsazen2-odrky"/>
        <w:numPr>
          <w:ilvl w:val="0"/>
          <w:numId w:val="22"/>
        </w:numPr>
        <w:tabs>
          <w:tab w:val="left" w:pos="1072"/>
        </w:tabs>
        <w:rPr>
          <w:color w:val="000000" w:themeColor="text1"/>
        </w:rPr>
      </w:pPr>
      <w:r>
        <w:rPr>
          <w:color w:val="000000" w:themeColor="text1"/>
          <w:lang w:val="cs-CZ"/>
        </w:rPr>
        <w:t xml:space="preserve">pracovní </w:t>
      </w:r>
      <w:r>
        <w:rPr>
          <w:color w:val="000000" w:themeColor="text1"/>
        </w:rPr>
        <w:t>lešení.</w:t>
      </w:r>
    </w:p>
    <w:p w14:paraId="44DE73DE" w14:textId="77777777" w:rsidR="00AF6540" w:rsidRDefault="00AF6540" w:rsidP="001C091D">
      <w:pPr>
        <w:rPr>
          <w:color w:val="000000" w:themeColor="text1"/>
        </w:rPr>
      </w:pPr>
    </w:p>
    <w:p w14:paraId="48480069" w14:textId="5082CC24" w:rsidR="001C091D" w:rsidRDefault="001C091D" w:rsidP="001C091D">
      <w:pPr>
        <w:rPr>
          <w:color w:val="000000" w:themeColor="text1"/>
        </w:rPr>
      </w:pPr>
      <w:r>
        <w:rPr>
          <w:color w:val="000000" w:themeColor="text1"/>
        </w:rPr>
        <w:t>Nejasnosti, které vyvolají vícenáklady a mohly být na místě</w:t>
      </w:r>
      <w:r w:rsidR="00AF6540">
        <w:rPr>
          <w:color w:val="000000" w:themeColor="text1"/>
        </w:rPr>
        <w:t xml:space="preserve"> nebo dotazem</w:t>
      </w:r>
      <w:r>
        <w:rPr>
          <w:color w:val="000000" w:themeColor="text1"/>
        </w:rPr>
        <w:t xml:space="preserve"> ověřeny před podáním nabídky, nebudou objednatelem akceptovány.</w:t>
      </w:r>
    </w:p>
    <w:p w14:paraId="64A6985B" w14:textId="067906FE" w:rsidR="00616C63" w:rsidRDefault="00A310BB" w:rsidP="00597DEC">
      <w:pPr>
        <w:pStyle w:val="Nadpis7"/>
      </w:pPr>
      <w:r>
        <w:t>Podkladem pro zpracování cenové nabídky byla i</w:t>
      </w:r>
      <w:r w:rsidR="009069E1">
        <w:t xml:space="preserve"> </w:t>
      </w:r>
      <w:r>
        <w:t>projektové dokumentace</w:t>
      </w:r>
      <w:r w:rsidR="009500F2" w:rsidRPr="009500F2">
        <w:t xml:space="preserve"> </w:t>
      </w:r>
      <w:r w:rsidR="001C091D">
        <w:t xml:space="preserve">výtahové šachty </w:t>
      </w:r>
      <w:r>
        <w:t>zpracovaná</w:t>
      </w:r>
      <w:r w:rsidR="00344B94">
        <w:t xml:space="preserve"> </w:t>
      </w:r>
      <w:r w:rsidR="001C091D">
        <w:t>dodavatelem výtahové šachty v r. 2005</w:t>
      </w:r>
      <w:r w:rsidR="00616C63">
        <w:rPr>
          <w:rFonts w:cs="Arial"/>
        </w:rPr>
        <w:t xml:space="preserve"> </w:t>
      </w:r>
      <w:r>
        <w:t>a fotodokumentace stávajícího stavu.</w:t>
      </w:r>
    </w:p>
    <w:p w14:paraId="37F755DD" w14:textId="1A6E9F67" w:rsidR="00AF4B0B" w:rsidRDefault="00AF4B0B" w:rsidP="00597DEC">
      <w:pPr>
        <w:pStyle w:val="Nadpis7"/>
      </w:pPr>
      <w:r>
        <w:t xml:space="preserve">Zhotovením </w:t>
      </w:r>
      <w:r w:rsidR="001C091D">
        <w:t>díla</w:t>
      </w:r>
      <w:r>
        <w:t xml:space="preserve"> se rozumí úplné, funkční a bezvadné provedení všech stavebních a montážních prací</w:t>
      </w:r>
      <w:r w:rsidR="00E661B8">
        <w:t xml:space="preserve"> </w:t>
      </w:r>
      <w:r w:rsidR="00D213D0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231910">
      <w:pPr>
        <w:pStyle w:val="Zkladntext"/>
      </w:pPr>
    </w:p>
    <w:p w14:paraId="44258B2F" w14:textId="77777777" w:rsidR="00AF4B0B" w:rsidRPr="0069310B" w:rsidRDefault="00AF4B0B" w:rsidP="00231910">
      <w:pPr>
        <w:pStyle w:val="Nadpis2"/>
      </w:pPr>
      <w:r w:rsidRPr="0069310B">
        <w:t>Rozsah díla</w:t>
      </w:r>
    </w:p>
    <w:p w14:paraId="6F5966FC" w14:textId="77777777" w:rsidR="00AF4B0B" w:rsidRDefault="00AF4B0B" w:rsidP="00597DEC">
      <w:pPr>
        <w:pStyle w:val="SODHlavn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597DEC">
      <w:pPr>
        <w:pStyle w:val="SODHlavn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597DEC">
      <w:pPr>
        <w:pStyle w:val="SODHlavnodrky"/>
      </w:pPr>
      <w:r>
        <w:lastRenderedPageBreak/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5FCAEEC1" w14:textId="4D5FE081" w:rsidR="00AF4B0B" w:rsidRPr="00E011C5" w:rsidRDefault="000D6D21" w:rsidP="005771FA">
      <w:pPr>
        <w:pStyle w:val="Nadpis4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</w:t>
      </w:r>
      <w:r w:rsidR="00D924FC">
        <w:t xml:space="preserve"> (vedlejší náklady)</w:t>
      </w:r>
      <w:r w:rsidR="00AF4B0B" w:rsidRPr="00E011C5">
        <w:t>:</w:t>
      </w:r>
    </w:p>
    <w:p w14:paraId="07365402" w14:textId="77777777" w:rsidR="0069310B" w:rsidRDefault="0069310B" w:rsidP="00597DEC">
      <w:pPr>
        <w:pStyle w:val="SODHlavnodrky"/>
      </w:pPr>
      <w:r>
        <w:t xml:space="preserve">Zajištění </w:t>
      </w:r>
      <w:r w:rsidR="00795D78" w:rsidRPr="00A8167E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597DEC">
      <w:pPr>
        <w:pStyle w:val="SODHlavn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597DEC">
      <w:pPr>
        <w:pStyle w:val="SODHlavnodrky"/>
      </w:pPr>
      <w:r>
        <w:t>Zařízení a odstranění zařízení staveniště.</w:t>
      </w:r>
    </w:p>
    <w:p w14:paraId="7DE87A58" w14:textId="77777777" w:rsidR="0069310B" w:rsidRDefault="0069310B" w:rsidP="00597DEC">
      <w:pPr>
        <w:pStyle w:val="SODHlavnodrky"/>
      </w:pPr>
      <w:r>
        <w:t>Veškeré práce a dodávky související s bezpečnostními opatřeními na ochranu lidí a majetku.</w:t>
      </w:r>
    </w:p>
    <w:p w14:paraId="5AAA8ADD" w14:textId="23364A9B" w:rsidR="0069310B" w:rsidRDefault="0069310B" w:rsidP="00597DEC">
      <w:pPr>
        <w:pStyle w:val="SODHlavnodrky"/>
      </w:pPr>
      <w:r>
        <w:t>Zabezpečení předmětu díla během provádění včetně zajištění ochrany vnitřních prostor</w:t>
      </w:r>
      <w:r w:rsidR="00D213D0">
        <w:rPr>
          <w:lang w:val="cs-CZ"/>
        </w:rPr>
        <w:t xml:space="preserve"> např.</w:t>
      </w:r>
      <w:r>
        <w:t xml:space="preserve"> proti zatečení </w:t>
      </w:r>
      <w:r w:rsidR="00D213D0">
        <w:rPr>
          <w:lang w:val="cs-CZ"/>
        </w:rPr>
        <w:t>č</w:t>
      </w:r>
      <w:r>
        <w:t>i vloupání.</w:t>
      </w:r>
    </w:p>
    <w:p w14:paraId="5B9E14BA" w14:textId="77777777" w:rsidR="0069310B" w:rsidRDefault="0069310B" w:rsidP="00597DEC">
      <w:pPr>
        <w:pStyle w:val="SODHlavn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F7902F" w:rsidR="0069310B" w:rsidRDefault="0069310B" w:rsidP="00597DEC">
      <w:pPr>
        <w:pStyle w:val="SODHlavn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597DEC">
      <w:pPr>
        <w:pStyle w:val="SODHlavnodrky"/>
      </w:pPr>
      <w:r>
        <w:t xml:space="preserve">Zhotovitel je povinen průběžně ode dne předání staveniště, až do doby protokolárního předání </w:t>
      </w:r>
      <w:r w:rsidR="00BA6BDF" w:rsidRPr="00A8167E">
        <w:rPr>
          <w:lang w:val="cs-CZ"/>
        </w:rPr>
        <w:br/>
      </w:r>
      <w:r>
        <w:t xml:space="preserve">a převzetí díla pořizovat </w:t>
      </w:r>
      <w:r w:rsidRPr="00A8167E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597DEC">
      <w:pPr>
        <w:pStyle w:val="SODHlavn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22B687F8" w:rsidR="00E96A24" w:rsidRPr="00E96A24" w:rsidRDefault="00E96A24" w:rsidP="00597DEC">
      <w:pPr>
        <w:pStyle w:val="SODHlavnodrky"/>
      </w:pPr>
      <w:r w:rsidRPr="00DE2907">
        <w:t>Provedení</w:t>
      </w:r>
      <w:r w:rsidRPr="00E96A24">
        <w:t xml:space="preserve">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A8167E">
        <w:rPr>
          <w:lang w:val="cs-CZ"/>
        </w:rPr>
        <w:t xml:space="preserve"> </w:t>
      </w:r>
      <w:r w:rsidRPr="00E96A24">
        <w:t xml:space="preserve">č. 22/1997 Sb., </w:t>
      </w:r>
      <w:r w:rsidR="00D213D0">
        <w:br/>
      </w:r>
      <w:r w:rsidRPr="00E96A24">
        <w:t xml:space="preserve">o technických požadavcích na výrobky a související předpisy ve znění pozdějších právních předpisů, a prováděcích předpisů, vše v českém jazyku a jejich předání </w:t>
      </w:r>
      <w:r w:rsidR="00EA3C8B" w:rsidRPr="00A8167E">
        <w:rPr>
          <w:lang w:val="cs-CZ"/>
        </w:rPr>
        <w:t>objednateli.</w:t>
      </w:r>
    </w:p>
    <w:p w14:paraId="4EE6D35E" w14:textId="3B354C91" w:rsidR="0069310B" w:rsidRDefault="0069310B" w:rsidP="00597DEC">
      <w:pPr>
        <w:pStyle w:val="SODHlavnodrky"/>
      </w:pPr>
      <w:r>
        <w:t xml:space="preserve">Odvoz a uložení </w:t>
      </w:r>
      <w:r w:rsidRPr="000F343B">
        <w:t>vybouraných</w:t>
      </w:r>
      <w:r>
        <w:t xml:space="preserve"> hmot a stavební suti vč. předložení evidence odpadů a dokladů </w:t>
      </w:r>
      <w:r w:rsidR="00BA6BDF" w:rsidRPr="00A8167E">
        <w:rPr>
          <w:lang w:val="cs-CZ"/>
        </w:rPr>
        <w:br/>
      </w:r>
      <w:r>
        <w:t>o jejich využití (přednostně) či likvidaci dle zákona č</w:t>
      </w:r>
      <w:r w:rsidR="000648BC">
        <w:rPr>
          <w:lang w:val="cs-CZ"/>
        </w:rPr>
        <w:t>.</w:t>
      </w:r>
      <w:r w:rsidR="000648BC" w:rsidRPr="000648BC">
        <w:t xml:space="preserve"> </w:t>
      </w:r>
      <w:r w:rsidR="000648BC">
        <w:t>541/2020 Sb., o odpadech</w:t>
      </w:r>
    </w:p>
    <w:p w14:paraId="08478A67" w14:textId="77777777" w:rsidR="0069310B" w:rsidRDefault="0069310B" w:rsidP="00597DEC">
      <w:pPr>
        <w:pStyle w:val="SODHlavn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597DEC">
      <w:pPr>
        <w:pStyle w:val="SODHlavnodrky"/>
      </w:pPr>
      <w:r>
        <w:t>Uvedení všech povrchů dotčených stavbou do původního stavu.</w:t>
      </w:r>
    </w:p>
    <w:p w14:paraId="6A1064E2" w14:textId="77777777" w:rsidR="00940D17" w:rsidRDefault="00940D17" w:rsidP="00231910">
      <w:pPr>
        <w:pStyle w:val="Nadpis2"/>
      </w:pPr>
      <w:r>
        <w:t>Dokumentace skutečného provedení stavby</w:t>
      </w:r>
    </w:p>
    <w:p w14:paraId="11FB347B" w14:textId="77777777" w:rsidR="00940D17" w:rsidRDefault="00940D17" w:rsidP="00597DEC">
      <w:pPr>
        <w:pStyle w:val="SODHlavnodrky"/>
      </w:pPr>
      <w:r>
        <w:t>Dokumentace skutečného provedení stavby bude provedena v souladu se stavebním zákonem a jeho prováděcími vyhláškami a podle zásad:</w:t>
      </w:r>
    </w:p>
    <w:p w14:paraId="6D190841" w14:textId="55A9873F" w:rsidR="00940D17" w:rsidRDefault="00940D17" w:rsidP="000972D0">
      <w:pPr>
        <w:pStyle w:val="SODvedlejodrky"/>
      </w:pPr>
      <w:r>
        <w:t>do projektu pro provedení stavby budou zřetelně vyznačeny všechny změny, k nimž došlo v průběhu zhotovení díla,</w:t>
      </w:r>
    </w:p>
    <w:p w14:paraId="745EA0F1" w14:textId="63B6629D" w:rsidR="00940D17" w:rsidRDefault="00940D17" w:rsidP="000972D0">
      <w:pPr>
        <w:pStyle w:val="SODvedlejodrky"/>
      </w:pPr>
      <w:r>
        <w:t>každý výkres dokumentace o skutečném provedení stavby bude opatřen razítkem a podpisem osoby, která změny provedla,</w:t>
      </w:r>
    </w:p>
    <w:p w14:paraId="6D513D27" w14:textId="66F1FBFF" w:rsidR="00940D17" w:rsidRDefault="00940D17" w:rsidP="000972D0">
      <w:pPr>
        <w:pStyle w:val="SODvedlejodrky"/>
      </w:pPr>
      <w:r>
        <w:t>části projektu, ve kterých nedošlo ke změnám, budou označeny nápisem „bez změn“,</w:t>
      </w:r>
    </w:p>
    <w:p w14:paraId="60A3E7E5" w14:textId="6C5D531B" w:rsidR="00940D17" w:rsidRPr="00940D17" w:rsidRDefault="00940D17" w:rsidP="000972D0">
      <w:pPr>
        <w:pStyle w:val="SODvedlejodrky"/>
        <w:rPr>
          <w:lang w:val="cs-CZ"/>
        </w:rPr>
      </w:pPr>
      <w:r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231910">
      <w:pPr>
        <w:pStyle w:val="Nadpis2"/>
      </w:pPr>
      <w:r w:rsidRPr="0069310B">
        <w:lastRenderedPageBreak/>
        <w:t>Podmínky provádění stavby</w:t>
      </w:r>
    </w:p>
    <w:p w14:paraId="36FC0082" w14:textId="53CA19E6" w:rsidR="00EE43AD" w:rsidRPr="007C1EA4" w:rsidRDefault="00EE43AD" w:rsidP="00597DEC">
      <w:pPr>
        <w:pStyle w:val="SODHlavn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</w:t>
      </w:r>
      <w:r w:rsidR="00694327">
        <w:rPr>
          <w:lang w:val="cs-CZ"/>
        </w:rPr>
        <w:t>objednatele</w:t>
      </w:r>
      <w:r w:rsidR="00301AAC">
        <w:t>.</w:t>
      </w:r>
    </w:p>
    <w:p w14:paraId="7CAC5F67" w14:textId="16F3075C" w:rsidR="007C1EA4" w:rsidRPr="001D6BF8" w:rsidRDefault="00395A9E" w:rsidP="00597DEC">
      <w:pPr>
        <w:pStyle w:val="SODHlavn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56145B">
        <w:rPr>
          <w:lang w:val="cs-CZ"/>
        </w:rPr>
        <w:t>objednatele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597DEC">
      <w:pPr>
        <w:pStyle w:val="SODHlavn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Default="00395A9E" w:rsidP="00597DEC">
      <w:pPr>
        <w:pStyle w:val="SODHlavnodrky"/>
      </w:pPr>
      <w:r>
        <w:t>Zajištění těchto podmínek je utvrzeno smluvní pokutou.</w:t>
      </w:r>
    </w:p>
    <w:p w14:paraId="1496915F" w14:textId="77777777" w:rsidR="00AF4B0B" w:rsidRPr="00940F05" w:rsidRDefault="00AF4B0B" w:rsidP="00231910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6F53ACB8" w14:textId="6A2D8262" w:rsidR="001D7725" w:rsidRPr="001D7725" w:rsidRDefault="00AF4B0B" w:rsidP="00597DEC">
      <w:pPr>
        <w:pStyle w:val="SODHlavn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 w:rsidRPr="00A8167E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A8167E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597DEC">
      <w:pPr>
        <w:pStyle w:val="SODHlavn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231910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231910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231910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7D5E5AF1" w14:textId="77777777" w:rsidR="00FC1C6E" w:rsidRDefault="00616C63" w:rsidP="00231910">
      <w:r>
        <w:tab/>
      </w:r>
      <w:r w:rsidR="00FC1C6E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FC1C6E" w14:paraId="466196EC" w14:textId="77777777" w:rsidTr="00694327">
        <w:trPr>
          <w:trHeight w:val="754"/>
        </w:trPr>
        <w:tc>
          <w:tcPr>
            <w:tcW w:w="4680" w:type="dxa"/>
            <w:vAlign w:val="center"/>
          </w:tcPr>
          <w:p w14:paraId="38F6E9F9" w14:textId="77777777" w:rsidR="00FC1C6E" w:rsidRPr="0024421D" w:rsidRDefault="00FC1C6E" w:rsidP="00231910">
            <w:r w:rsidRPr="0024421D">
              <w:t>Dokončení prací - předání díla</w:t>
            </w:r>
          </w:p>
        </w:tc>
        <w:tc>
          <w:tcPr>
            <w:tcW w:w="3531" w:type="dxa"/>
            <w:vAlign w:val="center"/>
          </w:tcPr>
          <w:p w14:paraId="697B441A" w14:textId="2E0F8613" w:rsidR="00694327" w:rsidRPr="00694327" w:rsidRDefault="00231910" w:rsidP="00694327">
            <w:pPr>
              <w:pStyle w:val="normlnikmytext"/>
              <w:ind w:left="551" w:hanging="565"/>
              <w:rPr>
                <w:rStyle w:val="cena"/>
                <w:i w:val="0"/>
              </w:rPr>
            </w:pPr>
            <w:r w:rsidRPr="0024421D">
              <w:rPr>
                <w:rStyle w:val="cena"/>
                <w:b w:val="0"/>
                <w:i w:val="0"/>
              </w:rPr>
              <w:tab/>
            </w:r>
            <w:r w:rsidR="007D111A">
              <w:rPr>
                <w:rStyle w:val="cena"/>
                <w:i w:val="0"/>
              </w:rPr>
              <w:t>do 17</w:t>
            </w:r>
            <w:r w:rsidR="00694327" w:rsidRPr="00694327">
              <w:rPr>
                <w:rStyle w:val="cena"/>
                <w:i w:val="0"/>
              </w:rPr>
              <w:t xml:space="preserve"> týdnů </w:t>
            </w:r>
          </w:p>
          <w:p w14:paraId="737ABAEA" w14:textId="7DC54F32" w:rsidR="00FC1C6E" w:rsidRPr="0024421D" w:rsidRDefault="00694327" w:rsidP="00694327">
            <w:pPr>
              <w:pStyle w:val="normlnikmytext"/>
              <w:ind w:left="551" w:hanging="565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ab/>
              <w:t>od podpisu smlouvy</w:t>
            </w:r>
          </w:p>
        </w:tc>
      </w:tr>
      <w:tr w:rsidR="00C75F63" w14:paraId="0AD11152" w14:textId="77777777" w:rsidTr="00694327">
        <w:trPr>
          <w:trHeight w:val="754"/>
        </w:trPr>
        <w:tc>
          <w:tcPr>
            <w:tcW w:w="4680" w:type="dxa"/>
            <w:vAlign w:val="center"/>
          </w:tcPr>
          <w:p w14:paraId="3540F6C4" w14:textId="585CED5C" w:rsidR="00C75F63" w:rsidRPr="0024421D" w:rsidRDefault="00C75F63" w:rsidP="00231910">
            <w:r>
              <w:t xml:space="preserve">Vyčištění vnějšího pláště výtahové šachty </w:t>
            </w:r>
          </w:p>
        </w:tc>
        <w:tc>
          <w:tcPr>
            <w:tcW w:w="3531" w:type="dxa"/>
            <w:vAlign w:val="center"/>
          </w:tcPr>
          <w:p w14:paraId="18478549" w14:textId="0745C79F" w:rsidR="00C75F63" w:rsidRPr="0024421D" w:rsidRDefault="00C75F63" w:rsidP="00C42B37">
            <w:pPr>
              <w:pStyle w:val="normlnikmytext"/>
              <w:ind w:left="551" w:hanging="565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 xml:space="preserve"> </w:t>
            </w:r>
            <w:r>
              <w:rPr>
                <w:rStyle w:val="cena"/>
                <w:b w:val="0"/>
                <w:i w:val="0"/>
              </w:rPr>
              <w:tab/>
              <w:t xml:space="preserve">do 14 dnů po předání </w:t>
            </w:r>
            <w:r w:rsidR="00C42B37">
              <w:rPr>
                <w:rStyle w:val="cena"/>
                <w:b w:val="0"/>
                <w:i w:val="0"/>
              </w:rPr>
              <w:t>díla</w:t>
            </w:r>
            <w:r>
              <w:rPr>
                <w:rStyle w:val="cena"/>
                <w:b w:val="0"/>
                <w:i w:val="0"/>
              </w:rPr>
              <w:t xml:space="preserve"> </w:t>
            </w:r>
          </w:p>
        </w:tc>
      </w:tr>
    </w:tbl>
    <w:p w14:paraId="5CA74A9F" w14:textId="77777777" w:rsidR="004F588D" w:rsidRDefault="004F588D" w:rsidP="00597DEC">
      <w:pPr>
        <w:pStyle w:val="Nadpis7"/>
      </w:pPr>
    </w:p>
    <w:p w14:paraId="138EFB88" w14:textId="77777777" w:rsidR="00AF4B0B" w:rsidRDefault="00AF4B0B" w:rsidP="004F588D">
      <w:pPr>
        <w:pStyle w:val="Nadpis2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597DEC">
      <w:pPr>
        <w:pStyle w:val="SODHlavn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597DEC">
      <w:pPr>
        <w:pStyle w:val="SODHlavn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A8167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A8167E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597DEC">
      <w:pPr>
        <w:pStyle w:val="SODHlavn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597DEC">
      <w:pPr>
        <w:pStyle w:val="SODHlavn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597DEC">
      <w:pPr>
        <w:pStyle w:val="SODHlavn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231910">
      <w:pPr>
        <w:pStyle w:val="Nadpis2"/>
      </w:pPr>
      <w:r w:rsidRPr="0069310B">
        <w:t>Místo plnění předmětu smlouvy:</w:t>
      </w:r>
    </w:p>
    <w:p w14:paraId="2D6ECADD" w14:textId="74F3A534" w:rsidR="00177B29" w:rsidRPr="00177B29" w:rsidRDefault="00694327" w:rsidP="00597DEC">
      <w:pPr>
        <w:pStyle w:val="SODHlavnodrky"/>
      </w:pPr>
      <w:r>
        <w:rPr>
          <w:lang w:val="cs-CZ"/>
        </w:rPr>
        <w:t>Masarykovo nám. 100</w:t>
      </w:r>
      <w:r w:rsidR="00231910" w:rsidRPr="00A8167E">
        <w:rPr>
          <w:rFonts w:cs="Arial"/>
        </w:rPr>
        <w:t xml:space="preserve">, </w:t>
      </w:r>
      <w:r w:rsidR="00231910" w:rsidRPr="00A8167E">
        <w:rPr>
          <w:rFonts w:cs="Arial"/>
          <w:lang w:val="cs-CZ"/>
        </w:rPr>
        <w:t xml:space="preserve">688 01 </w:t>
      </w:r>
      <w:r w:rsidR="00231910" w:rsidRPr="00A8167E">
        <w:rPr>
          <w:rFonts w:cs="Arial"/>
        </w:rPr>
        <w:t>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 xml:space="preserve">katastrální území </w:t>
      </w:r>
      <w:r w:rsidR="00231910" w:rsidRPr="00A8167E">
        <w:rPr>
          <w:lang w:val="cs-CZ"/>
        </w:rPr>
        <w:t>Uherský Brod</w:t>
      </w:r>
      <w:r w:rsidR="00F939E7" w:rsidRPr="00BA6BDF">
        <w:t>, Česká republika.</w:t>
      </w:r>
    </w:p>
    <w:p w14:paraId="0E693E2E" w14:textId="77777777" w:rsidR="00AF4B0B" w:rsidRDefault="00AF4B0B" w:rsidP="00231910">
      <w:pPr>
        <w:pStyle w:val="Nadpis1"/>
      </w:pPr>
      <w:r>
        <w:lastRenderedPageBreak/>
        <w:t>Cena díla a podmínky pro změnu sjednané ceny</w:t>
      </w:r>
    </w:p>
    <w:p w14:paraId="76831F88" w14:textId="77777777" w:rsidR="00AF4B0B" w:rsidRPr="0069310B" w:rsidRDefault="00AF4B0B" w:rsidP="00231910">
      <w:pPr>
        <w:pStyle w:val="Nadpis2"/>
      </w:pPr>
      <w:r w:rsidRPr="0069310B">
        <w:t>Cena díla</w:t>
      </w:r>
    </w:p>
    <w:p w14:paraId="1F5DA6C9" w14:textId="77777777" w:rsidR="00AF4B0B" w:rsidRDefault="00AF4B0B" w:rsidP="00597DEC">
      <w:pPr>
        <w:pStyle w:val="Nadpis7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87422E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7CB4EEB" w14:textId="77777777" w:rsidR="00FC1C6E" w:rsidRDefault="00FC1C6E" w:rsidP="00231910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D9F6EDA" w:rsidR="00AF4B0B" w:rsidRDefault="00562573" w:rsidP="00231910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0" w:name="Text50"/>
            <w:r w:rsidR="005763F3">
              <w:instrText xml:space="preserve"> FORMTEXT </w:instrText>
            </w:r>
            <w:r w:rsidR="005763F3">
              <w:fldChar w:fldCharType="separate"/>
            </w:r>
            <w:bookmarkStart w:id="21" w:name="_GoBack"/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bookmarkEnd w:id="21"/>
            <w:r w:rsidR="005763F3">
              <w:fldChar w:fldCharType="end"/>
            </w:r>
            <w:bookmarkEnd w:id="20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231910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231910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231910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597DEC">
      <w:pPr>
        <w:pStyle w:val="Nadpis7"/>
      </w:pPr>
    </w:p>
    <w:p w14:paraId="167B7A50" w14:textId="77777777" w:rsidR="002E5A12" w:rsidRPr="002E5A12" w:rsidRDefault="002E5A12" w:rsidP="00597DEC">
      <w:pPr>
        <w:pStyle w:val="SODHlavn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597DEC">
      <w:pPr>
        <w:pStyle w:val="SODHlavn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597DEC">
      <w:pPr>
        <w:pStyle w:val="SODHlavn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597DEC">
      <w:pPr>
        <w:pStyle w:val="SODHlavn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597DEC">
      <w:pPr>
        <w:pStyle w:val="SODHlavn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231910">
      <w:pPr>
        <w:pStyle w:val="Nadpis2"/>
      </w:pPr>
      <w:r w:rsidRPr="0069310B">
        <w:t>Podmínky pro změnu ceny</w:t>
      </w:r>
    </w:p>
    <w:p w14:paraId="0AC68A25" w14:textId="77777777" w:rsidR="00AF4B0B" w:rsidRDefault="00AF4B0B" w:rsidP="00597DEC">
      <w:pPr>
        <w:pStyle w:val="Nadpis7"/>
      </w:pPr>
      <w:r>
        <w:t>Sjednaná cena může být změněna pouze za níže uvedených podmínek:</w:t>
      </w:r>
    </w:p>
    <w:p w14:paraId="7DAE6064" w14:textId="77777777" w:rsidR="00AF4B0B" w:rsidRDefault="00AF4B0B" w:rsidP="000972D0">
      <w:pPr>
        <w:pStyle w:val="SODvedlejodstavecpsmena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0972D0">
      <w:pPr>
        <w:pStyle w:val="SODvedlejodstavecpsmena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62E537EC" w:rsidR="00A4693C" w:rsidRPr="007A6528" w:rsidRDefault="00945BA4" w:rsidP="002412D1">
      <w:pPr>
        <w:pStyle w:val="SODvedlejodstavecpsmena"/>
        <w:numPr>
          <w:ilvl w:val="0"/>
          <w:numId w:val="0"/>
        </w:numPr>
        <w:ind w:left="1068"/>
      </w:pPr>
      <w:r>
        <w:tab/>
      </w:r>
    </w:p>
    <w:p w14:paraId="54EA66A4" w14:textId="77777777" w:rsidR="00AF4B0B" w:rsidRPr="0069310B" w:rsidRDefault="00AF4B0B" w:rsidP="00231910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597DEC">
      <w:pPr>
        <w:pStyle w:val="Nadpis7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597DEC">
      <w:pPr>
        <w:pStyle w:val="SODHlavn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</w:t>
      </w:r>
      <w:r w:rsidRPr="001A70F2">
        <w:lastRenderedPageBreak/>
        <w:t>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597DEC">
      <w:pPr>
        <w:pStyle w:val="SODHlavn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3D228F0C" w:rsidR="00AF4B0B" w:rsidRDefault="00D52963" w:rsidP="00597DEC">
      <w:pPr>
        <w:pStyle w:val="SODHlavn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A8167E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A8167E">
        <w:rPr>
          <w:lang w:val="cs-CZ"/>
        </w:rPr>
        <w:t>3</w:t>
      </w:r>
      <w:r w:rsidR="00CA30F6">
        <w:rPr>
          <w:lang w:val="cs-CZ"/>
        </w:rPr>
        <w:t>5</w:t>
      </w:r>
      <w:r w:rsidR="00791531" w:rsidRPr="00A8167E">
        <w:rPr>
          <w:lang w:val="cs-CZ"/>
        </w:rPr>
        <w:t>0</w:t>
      </w:r>
      <w:r w:rsidR="00E36982">
        <w:t xml:space="preserve"> </w:t>
      </w:r>
      <w:r w:rsidR="00AF4B0B">
        <w:t xml:space="preserve">Kč/hod; pro montážní práce </w:t>
      </w:r>
      <w:r w:rsidR="00CA30F6">
        <w:rPr>
          <w:lang w:val="cs-CZ"/>
        </w:rPr>
        <w:t>40</w:t>
      </w:r>
      <w:r w:rsidR="00AF4B0B">
        <w:t>0</w:t>
      </w:r>
      <w:r w:rsidR="00E36982">
        <w:t xml:space="preserve"> </w:t>
      </w:r>
      <w:r w:rsidR="00AF4B0B">
        <w:t>Kč/hod; pro revize</w:t>
      </w:r>
      <w:r w:rsidR="00CA30F6">
        <w:rPr>
          <w:lang w:val="cs-CZ"/>
        </w:rPr>
        <w:t xml:space="preserve"> </w:t>
      </w:r>
      <w:r w:rsidR="0006035A">
        <w:t xml:space="preserve">a zkoušky </w:t>
      </w:r>
      <w:r w:rsidR="00CA30F6">
        <w:rPr>
          <w:lang w:val="cs-CZ"/>
        </w:rPr>
        <w:t>4</w:t>
      </w:r>
      <w:r w:rsidR="0006035A" w:rsidRPr="00A8167E">
        <w:rPr>
          <w:lang w:val="cs-CZ"/>
        </w:rPr>
        <w:t>5</w:t>
      </w:r>
      <w:r w:rsidR="00AF4B0B">
        <w:t>0 Kč/hod.</w:t>
      </w:r>
    </w:p>
    <w:p w14:paraId="11B977CA" w14:textId="77777777" w:rsidR="00D52963" w:rsidRDefault="00A837B8" w:rsidP="00597DEC">
      <w:pPr>
        <w:pStyle w:val="SODHlavn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3CD061E2" w:rsidR="00AF4B0B" w:rsidRPr="007A6528" w:rsidRDefault="00AF4B0B" w:rsidP="00597DEC">
      <w:pPr>
        <w:pStyle w:val="SODHlavnodrky"/>
      </w:pPr>
      <w:r>
        <w:t>Práce, které</w:t>
      </w:r>
      <w:r w:rsidR="00D213D0">
        <w:t xml:space="preserve"> nebudou provedeny, ačkoliv byly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54046992" w14:textId="77777777" w:rsidR="00AF4B0B" w:rsidRDefault="00AF4B0B" w:rsidP="00231910">
      <w:pPr>
        <w:pStyle w:val="Nadpis1"/>
      </w:pPr>
      <w:r>
        <w:t>Platební podmínky</w:t>
      </w:r>
    </w:p>
    <w:p w14:paraId="4852DD7B" w14:textId="77777777" w:rsidR="00A57EC9" w:rsidRDefault="00A57EC9" w:rsidP="00597DEC">
      <w:pPr>
        <w:pStyle w:val="SODHlavn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5D95B55D" w:rsidR="00A57EC9" w:rsidRPr="004A26CF" w:rsidRDefault="00A57EC9" w:rsidP="00597DEC">
      <w:pPr>
        <w:pStyle w:val="SODHlavnodrky"/>
      </w:pPr>
      <w:r w:rsidRPr="004A26CF">
        <w:t xml:space="preserve">Objednatel prohlašuje, že předmět smlouvy </w:t>
      </w:r>
      <w:r w:rsidR="00CD51D3" w:rsidRPr="00A8167E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</w:t>
      </w:r>
      <w:r w:rsidR="00D213D0">
        <w:rPr>
          <w:lang w:val="cs-CZ"/>
        </w:rPr>
        <w:t>objednatele</w:t>
      </w:r>
      <w:r w:rsidR="007B2541" w:rsidRPr="004A26CF">
        <w:t xml:space="preserve"> a </w:t>
      </w:r>
      <w:r w:rsidR="00CD51D3" w:rsidRPr="00A8167E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597DEC">
      <w:pPr>
        <w:pStyle w:val="SODHlavnodrky"/>
      </w:pPr>
      <w:r w:rsidRPr="0037341C">
        <w:t xml:space="preserve">Cena za dílo bude hrazena </w:t>
      </w:r>
      <w:r w:rsidR="007C1EA4" w:rsidRPr="00A8167E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597DEC">
      <w:pPr>
        <w:pStyle w:val="SODHlavn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597DEC">
      <w:pPr>
        <w:pStyle w:val="SODHlavn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A8167E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1862250A" w:rsidR="00814B14" w:rsidRPr="007A6528" w:rsidRDefault="00814B14" w:rsidP="00597DEC">
      <w:pPr>
        <w:pStyle w:val="SODHlavn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</w:t>
      </w:r>
      <w:r w:rsidR="00D213D0">
        <w:rPr>
          <w:lang w:val="cs-CZ"/>
        </w:rPr>
        <w:t xml:space="preserve">v </w:t>
      </w:r>
      <w:r w:rsidRPr="007A6528">
        <w:t xml:space="preserve">zápise </w:t>
      </w:r>
      <w:r w:rsidR="00D213D0">
        <w:rPr>
          <w:lang w:val="cs-CZ"/>
        </w:rPr>
        <w:t>o</w:t>
      </w:r>
      <w:r w:rsidRPr="007A6528">
        <w:t xml:space="preserve"> předání a převzetí díla</w:t>
      </w:r>
      <w:r w:rsidR="003E1759" w:rsidRPr="007A6528">
        <w:t>. Tato pozastávka bude uhrazena do 7 pracovních dní po odstranění vad a nedodělků</w:t>
      </w:r>
      <w:r w:rsidR="006C7FFE" w:rsidRPr="00A8167E">
        <w:rPr>
          <w:lang w:val="cs-CZ"/>
        </w:rPr>
        <w:t>.</w:t>
      </w:r>
    </w:p>
    <w:p w14:paraId="4B1EB046" w14:textId="77777777" w:rsidR="00AF4B0B" w:rsidRDefault="00AF4B0B" w:rsidP="00597DEC">
      <w:pPr>
        <w:pStyle w:val="SODHlavn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A8167E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597DEC">
      <w:pPr>
        <w:pStyle w:val="SODHlavnodrky"/>
      </w:pPr>
      <w:r>
        <w:t>Jakákoli faktura zhotovitele musí obsahovat:</w:t>
      </w:r>
    </w:p>
    <w:p w14:paraId="5FAE8F44" w14:textId="51ABC098" w:rsidR="00AF4B0B" w:rsidRDefault="00AF4B0B" w:rsidP="000972D0">
      <w:pPr>
        <w:pStyle w:val="SODvedlejodrky"/>
      </w:pPr>
      <w:r>
        <w:t>označení faktury a IČ</w:t>
      </w:r>
      <w:r w:rsidR="00095BBF">
        <w:t>O</w:t>
      </w:r>
    </w:p>
    <w:p w14:paraId="46BB1837" w14:textId="6E88C238" w:rsidR="00AF4B0B" w:rsidRDefault="00AF4B0B" w:rsidP="000972D0">
      <w:pPr>
        <w:pStyle w:val="SODvedlejodrky"/>
      </w:pPr>
      <w:r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0F8FE298" w:rsidR="00AF4B0B" w:rsidRDefault="00AF4B0B" w:rsidP="000972D0">
      <w:pPr>
        <w:pStyle w:val="SODvedlejodrky"/>
      </w:pPr>
      <w:r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4E68DAC3" w:rsidR="00AF4B0B" w:rsidRPr="001140CC" w:rsidRDefault="00AF4B0B" w:rsidP="000972D0">
      <w:pPr>
        <w:pStyle w:val="SODvedlejodrky"/>
        <w:rPr>
          <w:lang w:val="cs-CZ"/>
        </w:rPr>
      </w:pPr>
      <w:r>
        <w:lastRenderedPageBreak/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279D492D" w:rsidR="00AF4B0B" w:rsidRDefault="00AF4B0B" w:rsidP="000972D0">
      <w:pPr>
        <w:pStyle w:val="SODvedlejodrky"/>
      </w:pPr>
      <w:r>
        <w:t>cena provedených prací</w:t>
      </w:r>
    </w:p>
    <w:p w14:paraId="518BB98A" w14:textId="580D111F" w:rsidR="00AF4B0B" w:rsidRDefault="00AF4B0B" w:rsidP="000972D0">
      <w:pPr>
        <w:pStyle w:val="SODvedlejodrky"/>
      </w:pPr>
      <w:r>
        <w:t>den vystavení a splatnosti faktury</w:t>
      </w:r>
    </w:p>
    <w:p w14:paraId="7859CD61" w14:textId="77777777" w:rsidR="00E4395B" w:rsidRPr="00A8167E" w:rsidRDefault="00E4395B" w:rsidP="00597DEC">
      <w:pPr>
        <w:pStyle w:val="SODHlavn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A8167E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597DEC">
      <w:pPr>
        <w:pStyle w:val="SODHlavnodrky"/>
      </w:pPr>
      <w:r w:rsidRPr="00945BA4">
        <w:t xml:space="preserve">Fakturu lze objednateli doručit taktéž v elektronické formě na adresu </w:t>
      </w:r>
      <w:hyperlink r:id="rId8" w:history="1">
        <w:r w:rsidR="009706B3" w:rsidRPr="00A8167E">
          <w:rPr>
            <w:rStyle w:val="Hypertextovodkaz"/>
            <w:b/>
          </w:rPr>
          <w:t>podatelna@ub.cz</w:t>
        </w:r>
      </w:hyperlink>
      <w:r w:rsidR="009706B3" w:rsidRPr="00A8167E">
        <w:rPr>
          <w:lang w:val="cs-CZ"/>
        </w:rPr>
        <w:t>.</w:t>
      </w:r>
    </w:p>
    <w:p w14:paraId="45D15782" w14:textId="77777777" w:rsidR="00E4395B" w:rsidRDefault="00E4395B" w:rsidP="00597DEC">
      <w:pPr>
        <w:pStyle w:val="SODHlavn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597DEC">
      <w:pPr>
        <w:pStyle w:val="SODHlavn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231910">
      <w:pPr>
        <w:pStyle w:val="Nadpis1"/>
      </w:pPr>
      <w:r>
        <w:t>Majetkové sankce</w:t>
      </w:r>
    </w:p>
    <w:p w14:paraId="4C3C503D" w14:textId="77777777" w:rsidR="00AF4B0B" w:rsidRPr="0069310B" w:rsidRDefault="00AF4B0B" w:rsidP="00231910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234564FF" w:rsidR="00AF4B0B" w:rsidRDefault="00AF4B0B" w:rsidP="00597DEC">
      <w:pPr>
        <w:pStyle w:val="SODHlavnodrky"/>
      </w:pPr>
      <w:r>
        <w:t xml:space="preserve">Pokud bude zhotovitel v prodlení </w:t>
      </w:r>
      <w:r w:rsidR="006A3A5E">
        <w:t>s dobou plnění sjednanou</w:t>
      </w:r>
      <w:r w:rsidR="00D213D0">
        <w:rPr>
          <w:lang w:val="cs-CZ"/>
        </w:rPr>
        <w:t xml:space="preserve"> v</w:t>
      </w:r>
      <w:r w:rsidR="007C1B09">
        <w:rPr>
          <w:lang w:val="cs-CZ"/>
        </w:rPr>
        <w:t> č. 4.01 smlouvy</w:t>
      </w:r>
      <w:r w:rsidR="006A3A5E">
        <w:t xml:space="preserve"> pro provedení díla</w:t>
      </w:r>
      <w:r w:rsidR="007D111A">
        <w:t xml:space="preserve">, zaplatí </w:t>
      </w:r>
      <w:r>
        <w:t xml:space="preserve">objednateli smluvní pokutu ve výši </w:t>
      </w:r>
      <w:r w:rsidR="00875660" w:rsidRPr="00A8167E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231910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597DEC">
      <w:pPr>
        <w:pStyle w:val="SODHlavnodrky"/>
      </w:pPr>
      <w:r w:rsidRPr="00CA30F6"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CA30F6">
        <w:br/>
      </w:r>
      <w:r>
        <w:t xml:space="preserve">o předání a převzetí díla, je povinen zaplatit objednateli smluvní pokutu </w:t>
      </w:r>
      <w:r w:rsidR="00CC310F" w:rsidRPr="00A8167E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597DEC">
      <w:pPr>
        <w:pStyle w:val="SODHlavn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A8167E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A8167E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597DEC">
      <w:pPr>
        <w:pStyle w:val="SODHlavn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A8167E">
        <w:rPr>
          <w:b/>
          <w:lang w:val="cs-CZ"/>
        </w:rPr>
        <w:t>1.2</w:t>
      </w:r>
      <w:r w:rsidR="001140CC" w:rsidRPr="00A8167E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597DEC">
      <w:pPr>
        <w:pStyle w:val="SODHlavnodrky"/>
      </w:pPr>
      <w:r>
        <w:t xml:space="preserve">Pokud zhotovitel nevyklidí staveniště ve sjednaném termínu, nejpozději však do 5 dnů od předání </w:t>
      </w:r>
      <w:r w:rsidRPr="00A8167E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A8167E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231910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597DEC">
      <w:pPr>
        <w:pStyle w:val="SODHlavn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A8167E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597DEC">
      <w:pPr>
        <w:pStyle w:val="SODHlavn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A8167E">
        <w:rPr>
          <w:b/>
          <w:lang w:val="cs-CZ"/>
        </w:rPr>
        <w:t>1.</w:t>
      </w:r>
      <w:r w:rsidR="00AA7001" w:rsidRPr="00A8167E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597DEC">
      <w:pPr>
        <w:pStyle w:val="SODHlavnodrky"/>
      </w:pPr>
      <w:r>
        <w:t xml:space="preserve">Pokud je zhotovitel v prodlení s odstraněním reklamovaných vad, zaplatí objednateli smluvní pokutu </w:t>
      </w:r>
      <w:r w:rsidR="00CC310F" w:rsidRPr="00A8167E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4FA49AF6" w:rsidR="00AF4B0B" w:rsidRDefault="00AF4B0B" w:rsidP="00597DEC">
      <w:pPr>
        <w:pStyle w:val="SODHlavnodrky"/>
      </w:pPr>
      <w:r>
        <w:lastRenderedPageBreak/>
        <w:t xml:space="preserve">Označil-li objednatel v reklamaci, že se jedná o vadu, která brání řádnému užívání díla, případně hrozí nebezpečí škody velkého rozsahu, </w:t>
      </w:r>
      <w:r w:rsidR="007C1B09">
        <w:rPr>
          <w:lang w:val="cs-CZ"/>
        </w:rPr>
        <w:t xml:space="preserve">zavazuje se zhotovitel uhradit objednateli </w:t>
      </w:r>
      <w:r>
        <w:t>smluvní pokut</w:t>
      </w:r>
      <w:r w:rsidR="007C1B09">
        <w:rPr>
          <w:lang w:val="cs-CZ"/>
        </w:rPr>
        <w:t>u</w:t>
      </w:r>
      <w:r w:rsidR="007C1B09">
        <w:t xml:space="preserve"> ve dvojnásobné výši, </w:t>
      </w:r>
      <w:r w:rsidR="007C1B09">
        <w:rPr>
          <w:lang w:val="cs-CZ"/>
        </w:rPr>
        <w:t>přičemž zhotovitel prohlašuje, že s ujednáním o výši takové pokuty výslovně souhlasí, neboť si je vědom hodnoty zajišťované povinnosti pro objednatele</w:t>
      </w:r>
      <w:r w:rsidR="007C1B09" w:rsidRPr="00EE71B6">
        <w:t>.</w:t>
      </w:r>
    </w:p>
    <w:p w14:paraId="6B8FD804" w14:textId="77777777" w:rsidR="00E4395B" w:rsidRPr="001A70F2" w:rsidRDefault="00E4395B" w:rsidP="00597DEC">
      <w:pPr>
        <w:pStyle w:val="SODHlavn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231910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597DEC">
      <w:pPr>
        <w:pStyle w:val="SODHlavn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A8167E">
        <w:rPr>
          <w:b/>
          <w:lang w:val="cs-CZ"/>
        </w:rPr>
        <w:t>1.0</w:t>
      </w:r>
      <w:r w:rsidR="00CF4E02" w:rsidRPr="00A8167E">
        <w:rPr>
          <w:b/>
        </w:rPr>
        <w:t>00</w:t>
      </w:r>
      <w:r w:rsidRPr="00A8167E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231910">
      <w:pPr>
        <w:pStyle w:val="Nadpis2"/>
      </w:pPr>
      <w:r w:rsidRPr="00641144">
        <w:t>Smluvní pokuta za porušení povinnosti v čl. 14 této smlouvy</w:t>
      </w:r>
    </w:p>
    <w:p w14:paraId="526AB8E8" w14:textId="796CACB3" w:rsidR="00CF4E02" w:rsidRPr="00635217" w:rsidRDefault="00CF4E02" w:rsidP="00597DEC">
      <w:pPr>
        <w:pStyle w:val="SODHlavn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A8167E">
        <w:rPr>
          <w:b/>
          <w:lang w:val="cs-CZ"/>
        </w:rPr>
        <w:t>6</w:t>
      </w:r>
      <w:r w:rsidRPr="00A8167E">
        <w:rPr>
          <w:b/>
        </w:rPr>
        <w:t>00 Kč</w:t>
      </w:r>
      <w:r w:rsidR="00635217" w:rsidRPr="00A8167E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231910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597DEC">
      <w:pPr>
        <w:pStyle w:val="SODHlavn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231910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597DEC">
      <w:pPr>
        <w:pStyle w:val="SODHlavn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597DEC">
      <w:pPr>
        <w:pStyle w:val="SODHlavn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597DEC">
      <w:pPr>
        <w:pStyle w:val="SODHlavnodrky"/>
      </w:pPr>
      <w:r>
        <w:t xml:space="preserve">Smluvní strany souhlasí s výší majetkových sankcí a považují je za přiměřené </w:t>
      </w:r>
      <w:r w:rsidR="00057A15" w:rsidRPr="00A8167E">
        <w:rPr>
          <w:lang w:val="cs-CZ"/>
        </w:rPr>
        <w:t>k hodnotě a</w:t>
      </w:r>
      <w:r>
        <w:t xml:space="preserve"> významu z</w:t>
      </w:r>
      <w:r w:rsidR="00DB36C8" w:rsidRPr="00A8167E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231910">
      <w:pPr>
        <w:pStyle w:val="Nadpis1"/>
      </w:pPr>
      <w:r>
        <w:t>Staveniště</w:t>
      </w:r>
    </w:p>
    <w:p w14:paraId="7BAB1205" w14:textId="77777777" w:rsidR="00AF4B0B" w:rsidRPr="0069310B" w:rsidRDefault="00AF4B0B" w:rsidP="00231910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597DEC">
      <w:pPr>
        <w:pStyle w:val="SODHlavn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597DEC">
      <w:pPr>
        <w:pStyle w:val="SODHlavn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8D9A65B" w:rsidR="00453502" w:rsidRDefault="00453502" w:rsidP="00597DEC">
      <w:pPr>
        <w:pStyle w:val="SODHlavnodrky"/>
      </w:pPr>
      <w:r>
        <w:t xml:space="preserve">Zhotovitel je povinen si při převzetí staveniště zajistit vytyčení tras stávajících inženýrských sítí na staveništi a přilehlých pozemcích dotčených prováděním díla a tyto vhodným způsobem chránit.  V případě jejich poškození je </w:t>
      </w:r>
      <w:r w:rsidR="007C1B09">
        <w:rPr>
          <w:lang w:val="cs-CZ"/>
        </w:rPr>
        <w:t xml:space="preserve">zhotovitel </w:t>
      </w:r>
      <w:r>
        <w:t>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597DEC">
      <w:pPr>
        <w:pStyle w:val="SODHlavn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597DEC">
      <w:pPr>
        <w:pStyle w:val="SODHlavnodrky"/>
      </w:pPr>
      <w:r>
        <w:lastRenderedPageBreak/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231910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597DEC">
      <w:pPr>
        <w:pStyle w:val="SODHlavn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597DEC">
      <w:pPr>
        <w:pStyle w:val="SODHlavn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231910">
      <w:pPr>
        <w:pStyle w:val="Nadpis1"/>
      </w:pPr>
      <w:r>
        <w:t>Stavební deník</w:t>
      </w:r>
    </w:p>
    <w:p w14:paraId="0C36ED4C" w14:textId="77777777" w:rsidR="00CD27FA" w:rsidRDefault="00CD27FA" w:rsidP="00597DEC">
      <w:pPr>
        <w:pStyle w:val="SODHlavn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597DEC">
      <w:pPr>
        <w:pStyle w:val="SODHlavn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597DEC">
      <w:pPr>
        <w:pStyle w:val="SODHlavn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597DEC">
      <w:pPr>
        <w:pStyle w:val="SODHlavnodrky"/>
      </w:pPr>
      <w:r>
        <w:t>Zapisuje zejména údaje o:</w:t>
      </w:r>
    </w:p>
    <w:p w14:paraId="52F961A0" w14:textId="03344F2B" w:rsidR="00CD27FA" w:rsidRDefault="00CD27FA" w:rsidP="000972D0">
      <w:pPr>
        <w:pStyle w:val="SODvedlejodrky"/>
        <w:tabs>
          <w:tab w:val="clear" w:pos="1588"/>
        </w:tabs>
      </w:pPr>
      <w:r>
        <w:t xml:space="preserve">stavu staveniště, počasí, počtu pracovníků, nasazení strojů a dopravních prostředků </w:t>
      </w:r>
    </w:p>
    <w:p w14:paraId="4423202D" w14:textId="08CDDCE5" w:rsidR="00CD27FA" w:rsidRDefault="00CD27FA" w:rsidP="000972D0">
      <w:pPr>
        <w:pStyle w:val="SODvedlejodrky"/>
        <w:tabs>
          <w:tab w:val="clear" w:pos="1588"/>
        </w:tabs>
      </w:pPr>
      <w:r>
        <w:t>časovém postupu prací</w:t>
      </w:r>
    </w:p>
    <w:p w14:paraId="12962B27" w14:textId="5CA0007A" w:rsidR="00CD27FA" w:rsidRDefault="00CD27FA" w:rsidP="000972D0">
      <w:pPr>
        <w:pStyle w:val="SODvedlejodrky"/>
      </w:pPr>
      <w:r>
        <w:t>kontrole jakosti provedených prací</w:t>
      </w:r>
    </w:p>
    <w:p w14:paraId="2602319D" w14:textId="013F3D81" w:rsidR="00CD27FA" w:rsidRDefault="00CD27FA" w:rsidP="000972D0">
      <w:pPr>
        <w:pStyle w:val="SODvedlejodrky"/>
      </w:pPr>
      <w:r>
        <w:t>opatřeních učiněných v souladu s předpisy o bezpečnosti a ochrany zdraví</w:t>
      </w:r>
    </w:p>
    <w:p w14:paraId="3D362196" w14:textId="72272559" w:rsidR="00CD27FA" w:rsidRDefault="00CD27FA" w:rsidP="000972D0">
      <w:pPr>
        <w:pStyle w:val="SODvedlejodrky"/>
      </w:pPr>
      <w:r>
        <w:t>opatřeních učiněných v souladu s předpisy požární ochrany  a ochrany životního prostředí</w:t>
      </w:r>
    </w:p>
    <w:p w14:paraId="60B35141" w14:textId="62D0BCF8" w:rsidR="00CD27FA" w:rsidRDefault="00CD27FA" w:rsidP="000972D0">
      <w:pPr>
        <w:pStyle w:val="SODvedlejodrky"/>
      </w:pPr>
      <w:r>
        <w:t>událostech, majících vliv na provádění díla</w:t>
      </w:r>
    </w:p>
    <w:p w14:paraId="5A411BAE" w14:textId="77777777" w:rsidR="00CD27FA" w:rsidRDefault="00CD27FA" w:rsidP="00597DEC">
      <w:pPr>
        <w:pStyle w:val="SODHlavn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597DEC">
      <w:pPr>
        <w:pStyle w:val="SODHlavn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597DEC">
      <w:pPr>
        <w:pStyle w:val="SODHlavn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597DEC">
      <w:pPr>
        <w:pStyle w:val="Nadpis7"/>
      </w:pPr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231910">
      <w:pPr>
        <w:pStyle w:val="Nadpis4"/>
      </w:pPr>
      <w:r w:rsidRPr="0069310B">
        <w:t>Kontrolní dny</w:t>
      </w:r>
    </w:p>
    <w:p w14:paraId="517F4977" w14:textId="77777777" w:rsidR="00AF4B0B" w:rsidRPr="00A8167E" w:rsidRDefault="00BE1CE9" w:rsidP="00597DEC">
      <w:pPr>
        <w:pStyle w:val="SODHlavnodrky"/>
        <w:rPr>
          <w:b/>
        </w:rPr>
      </w:pPr>
      <w:r w:rsidRPr="00A8167E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A8167E">
        <w:rPr>
          <w:rStyle w:val="Siln"/>
          <w:b w:val="0"/>
        </w:rPr>
        <w:t xml:space="preserve">Kontrolní dny budou probíhat </w:t>
      </w:r>
      <w:r w:rsidR="00AF4B0B" w:rsidRPr="00A8167E">
        <w:rPr>
          <w:b/>
        </w:rPr>
        <w:t xml:space="preserve">minimálně 1x za </w:t>
      </w:r>
      <w:r w:rsidR="00A57EC9" w:rsidRPr="00A8167E">
        <w:rPr>
          <w:b/>
        </w:rPr>
        <w:t>týden</w:t>
      </w:r>
      <w:r w:rsidRPr="00A8167E">
        <w:rPr>
          <w:b/>
        </w:rPr>
        <w:t>.</w:t>
      </w:r>
    </w:p>
    <w:p w14:paraId="1B324754" w14:textId="77777777" w:rsidR="00AF4B0B" w:rsidRDefault="00AF4B0B" w:rsidP="00597DEC">
      <w:pPr>
        <w:pStyle w:val="SODHlavn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597DEC">
      <w:pPr>
        <w:pStyle w:val="SODHlavnodrky"/>
      </w:pPr>
      <w:r>
        <w:t xml:space="preserve">Zhotovitel prohlašuje, že pro uskutečnění dodávky je uvažováno vždy a zásadně s výrobky řádné </w:t>
      </w:r>
      <w:r w:rsidR="00C74988" w:rsidRPr="00A8167E">
        <w:rPr>
          <w:lang w:val="cs-CZ"/>
        </w:rPr>
        <w:br/>
      </w:r>
      <w:r>
        <w:t xml:space="preserve">a objednavatelem požadované kvality. Zhotovitel je povinen průběžně při fakturaci </w:t>
      </w:r>
      <w:r>
        <w:lastRenderedPageBreak/>
        <w:t>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597DEC">
      <w:pPr>
        <w:pStyle w:val="SODHlavnodrky"/>
      </w:pPr>
      <w:r>
        <w:t xml:space="preserve">Výkon činnosti odborného dozoru zastupujícího objednatele v žádném případě nesnímá povinnosti </w:t>
      </w:r>
      <w:r w:rsidR="00BA6BDF" w:rsidRPr="00A8167E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231910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597DEC">
      <w:pPr>
        <w:pStyle w:val="SODHlavnodrky"/>
      </w:pPr>
      <w:r w:rsidRPr="00E3370F">
        <w:t xml:space="preserve">Zhotovitel se zavazuje provést dílo s odbornou péčí, v rozsahu a kvalitě podle této smlouvy </w:t>
      </w:r>
      <w:r w:rsidR="00BA6BDF" w:rsidRPr="00A8167E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597DEC">
      <w:pPr>
        <w:pStyle w:val="SODHlavnodrky"/>
      </w:pPr>
      <w:r>
        <w:t xml:space="preserve">Zhotovitel se zavazuje provést dílo pod svým osobním vedením. </w:t>
      </w:r>
    </w:p>
    <w:p w14:paraId="19D0461B" w14:textId="77777777" w:rsidR="00AF4B0B" w:rsidRDefault="00AF4B0B" w:rsidP="00597DEC">
      <w:pPr>
        <w:pStyle w:val="SODHlavn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597DEC">
      <w:pPr>
        <w:pStyle w:val="SODHlavn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A8167E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597DEC">
      <w:pPr>
        <w:pStyle w:val="SODHlavn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597DEC">
      <w:pPr>
        <w:pStyle w:val="SODHlavn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A8167E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597DEC">
      <w:pPr>
        <w:pStyle w:val="SODHlavn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597DEC">
      <w:pPr>
        <w:pStyle w:val="SODHlavn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597DEC">
      <w:pPr>
        <w:pStyle w:val="SODHlavn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597DEC">
      <w:pPr>
        <w:pStyle w:val="SODHlavn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231910">
      <w:pPr>
        <w:pStyle w:val="Nadpis1"/>
      </w:pPr>
      <w:r>
        <w:lastRenderedPageBreak/>
        <w:t>Předání a převzetí díla</w:t>
      </w:r>
    </w:p>
    <w:p w14:paraId="38290CCF" w14:textId="77777777" w:rsidR="00AF4B0B" w:rsidRPr="0069310B" w:rsidRDefault="00AF4B0B" w:rsidP="00231910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597DEC">
      <w:pPr>
        <w:pStyle w:val="SODHlavn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125FCA58" w:rsidR="00AF4B0B" w:rsidRDefault="00AF4B0B" w:rsidP="00597DEC">
      <w:pPr>
        <w:pStyle w:val="SODHlavn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</w:t>
      </w:r>
    </w:p>
    <w:p w14:paraId="3442F607" w14:textId="77777777" w:rsidR="00AF4B0B" w:rsidRDefault="00AF4B0B" w:rsidP="00597DEC">
      <w:pPr>
        <w:pStyle w:val="SODHlavn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597DEC">
      <w:pPr>
        <w:pStyle w:val="SODHlavn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A8167E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597DEC">
      <w:pPr>
        <w:pStyle w:val="SODHlavn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597DEC">
      <w:pPr>
        <w:pStyle w:val="SODHlavn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597DEC">
      <w:pPr>
        <w:pStyle w:val="SODHlavn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603AB5F0" w:rsidR="00AF4B0B" w:rsidRDefault="00AF4B0B" w:rsidP="000972D0">
      <w:pPr>
        <w:pStyle w:val="SODvedlejodrky"/>
      </w:pPr>
      <w:r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4762AFFF" w:rsidR="00AF4B0B" w:rsidRDefault="00AF4B0B" w:rsidP="000972D0">
      <w:pPr>
        <w:pStyle w:val="SODvedlejodrky"/>
      </w:pPr>
      <w:r>
        <w:t xml:space="preserve">Originál stavebního </w:t>
      </w:r>
      <w:r w:rsidR="008C0EA7">
        <w:t xml:space="preserve">nebo montážního </w:t>
      </w:r>
      <w:r>
        <w:t>deníku</w:t>
      </w:r>
      <w:r w:rsidR="00FC5B11">
        <w:t>.</w:t>
      </w:r>
    </w:p>
    <w:p w14:paraId="3AB14ADF" w14:textId="3006B47C" w:rsidR="00AF4B0B" w:rsidRDefault="00AF4B0B" w:rsidP="000972D0">
      <w:pPr>
        <w:pStyle w:val="SODvedlejodrky"/>
      </w:pPr>
      <w:r>
        <w:t>Zápisy o provedení a kontrole zakrývaných konstrukcí</w:t>
      </w:r>
      <w:r w:rsidR="00FC5B11">
        <w:t>.</w:t>
      </w:r>
    </w:p>
    <w:p w14:paraId="3E92146B" w14:textId="0C46D3A3" w:rsidR="00847B6A" w:rsidRDefault="00847B6A" w:rsidP="000972D0">
      <w:pPr>
        <w:pStyle w:val="SODvedlejodrky"/>
      </w:pPr>
      <w:r>
        <w:t>Fotodokumentaci pořízenou při realizaci stavby, především konstrukcí před zakrytím</w:t>
      </w:r>
      <w:r w:rsidR="00FC5B11">
        <w:t>.</w:t>
      </w:r>
    </w:p>
    <w:p w14:paraId="05262AAF" w14:textId="1431DED9" w:rsidR="00AF4B0B" w:rsidRDefault="00E96A24" w:rsidP="000972D0">
      <w:pPr>
        <w:pStyle w:val="SODvedlejodrky"/>
        <w:rPr>
          <w:lang w:val="cs-CZ"/>
        </w:rPr>
      </w:pPr>
      <w:r>
        <w:t>Projekt skutečného provedení stavby (editovatelná, needitovatelná verze).</w:t>
      </w:r>
    </w:p>
    <w:p w14:paraId="24403EF0" w14:textId="583EDB03" w:rsidR="00EA3C8B" w:rsidRDefault="00EA3C8B" w:rsidP="000972D0">
      <w:pPr>
        <w:pStyle w:val="SODvedlejodrky"/>
        <w:rPr>
          <w:lang w:val="cs-CZ"/>
        </w:rPr>
      </w:pPr>
      <w:r>
        <w:rPr>
          <w:lang w:val="cs-CZ"/>
        </w:rPr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E64D40F" w:rsidR="00C609E2" w:rsidRPr="006C7FFE" w:rsidRDefault="00C609E2" w:rsidP="000972D0">
      <w:pPr>
        <w:pStyle w:val="SODvedlejodrky"/>
        <w:rPr>
          <w:lang w:val="cs-CZ"/>
        </w:rPr>
      </w:pPr>
      <w:r>
        <w:rPr>
          <w:lang w:val="cs-CZ"/>
        </w:rPr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231910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0E5227BE" w14:textId="77777777" w:rsidR="001617FF" w:rsidRPr="007C3E8C" w:rsidRDefault="001617FF" w:rsidP="001617FF">
      <w:pPr>
        <w:pStyle w:val="SODHlavnodrky"/>
        <w:ind w:left="714"/>
      </w:pPr>
      <w:r>
        <w:t xml:space="preserve">Zhotovitel poskytuje na provedené dílo záruku za jakost </w:t>
      </w:r>
      <w:r w:rsidRPr="001617FF">
        <w:fldChar w:fldCharType="begin">
          <w:ffData>
            <w:name w:val="Text51"/>
            <w:enabled/>
            <w:calcOnExit w:val="0"/>
            <w:textInput/>
          </w:ffData>
        </w:fldChar>
      </w:r>
      <w:bookmarkStart w:id="24" w:name="Text51"/>
      <w:r w:rsidRPr="001617FF">
        <w:instrText xml:space="preserve"> FORMTEXT </w:instrText>
      </w:r>
      <w:r w:rsidRPr="001617FF">
        <w:fldChar w:fldCharType="separate"/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fldChar w:fldCharType="end"/>
      </w:r>
      <w:bookmarkEnd w:id="24"/>
      <w:r w:rsidRPr="001617FF">
        <w:t xml:space="preserve"> </w:t>
      </w:r>
      <w:r w:rsidRPr="001617FF">
        <w:rPr>
          <w:b/>
        </w:rPr>
        <w:t xml:space="preserve">měsíců </w:t>
      </w:r>
      <w:r w:rsidRPr="001617FF">
        <w:t xml:space="preserve">(hodnotící kritérium) </w:t>
      </w:r>
      <w:r w:rsidRPr="001617FF">
        <w:rPr>
          <w:b/>
        </w:rPr>
        <w:t xml:space="preserve"> </w:t>
      </w:r>
      <w:r>
        <w:t>od písemného</w:t>
      </w:r>
      <w:r w:rsidRPr="001617FF">
        <w:t xml:space="preserve"> p</w:t>
      </w:r>
      <w:r>
        <w:t>ředání a převzetí díla objednateli. V případě odstoupení od smlouvy začíná záruční doba plynout okamžikem doručení oznámení o odstoupení od smlouvy.</w:t>
      </w:r>
      <w:r w:rsidRPr="001617FF">
        <w:t xml:space="preserve"> </w:t>
      </w:r>
    </w:p>
    <w:p w14:paraId="00CB5BD9" w14:textId="48B545B6" w:rsidR="001617FF" w:rsidRPr="00EC2ACE" w:rsidRDefault="001617FF" w:rsidP="001617FF">
      <w:pPr>
        <w:pStyle w:val="SODHlavnodrky"/>
        <w:ind w:left="714"/>
      </w:pPr>
      <w:r>
        <w:t>Zhotovitel poskytuje</w:t>
      </w:r>
      <w:r w:rsidRPr="001617FF">
        <w:t xml:space="preserve"> dílčí záruku na nosné pásy </w:t>
      </w:r>
      <w:r w:rsidRPr="001617FF">
        <w:fldChar w:fldCharType="begin">
          <w:ffData>
            <w:name w:val="Text51"/>
            <w:enabled/>
            <w:calcOnExit w:val="0"/>
            <w:textInput/>
          </w:ffData>
        </w:fldChar>
      </w:r>
      <w:r w:rsidRPr="001617FF">
        <w:instrText xml:space="preserve"> FORMTEXT </w:instrText>
      </w:r>
      <w:r w:rsidRPr="001617FF">
        <w:fldChar w:fldCharType="separate"/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fldChar w:fldCharType="end"/>
      </w:r>
      <w:r w:rsidRPr="001617FF">
        <w:t xml:space="preserve"> </w:t>
      </w:r>
      <w:r w:rsidRPr="001617FF">
        <w:rPr>
          <w:b/>
        </w:rPr>
        <w:t>měsíců</w:t>
      </w:r>
      <w:r w:rsidRPr="001617FF">
        <w:t xml:space="preserve"> (hodnotící kritérium) </w:t>
      </w:r>
      <w:r>
        <w:t>od písemného předání a převzetí díla objednateli.</w:t>
      </w:r>
    </w:p>
    <w:p w14:paraId="148F53AD" w14:textId="5218FEE2" w:rsidR="001617FF" w:rsidRDefault="001617FF" w:rsidP="001617FF">
      <w:pPr>
        <w:pStyle w:val="SODHlavnodrky"/>
        <w:ind w:left="714"/>
      </w:pPr>
      <w:r>
        <w:t xml:space="preserve">Zhotovitel poskytuje dílčí záruku na </w:t>
      </w:r>
      <w:r w:rsidRPr="001617FF">
        <w:t xml:space="preserve">pohon výtahu </w:t>
      </w:r>
      <w:r w:rsidRPr="001617FF">
        <w:fldChar w:fldCharType="begin">
          <w:ffData>
            <w:name w:val="Text51"/>
            <w:enabled/>
            <w:calcOnExit w:val="0"/>
            <w:textInput/>
          </w:ffData>
        </w:fldChar>
      </w:r>
      <w:r w:rsidRPr="001617FF">
        <w:instrText xml:space="preserve"> FORMTEXT </w:instrText>
      </w:r>
      <w:r w:rsidRPr="001617FF">
        <w:fldChar w:fldCharType="separate"/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t> </w:t>
      </w:r>
      <w:r w:rsidRPr="001617FF">
        <w:fldChar w:fldCharType="end"/>
      </w:r>
      <w:r w:rsidRPr="001617FF">
        <w:t xml:space="preserve"> </w:t>
      </w:r>
      <w:r w:rsidRPr="001617FF">
        <w:rPr>
          <w:b/>
        </w:rPr>
        <w:t>měsíců</w:t>
      </w:r>
      <w:r w:rsidRPr="001617FF">
        <w:t xml:space="preserve"> (hodnotící kritérium) </w:t>
      </w:r>
      <w:r>
        <w:t>od písemného předání a převzetí díla objednateli.</w:t>
      </w:r>
    </w:p>
    <w:p w14:paraId="28FB4D8A" w14:textId="77777777" w:rsidR="00AF4B0B" w:rsidRDefault="00AF4B0B" w:rsidP="001617FF">
      <w:pPr>
        <w:pStyle w:val="SODHlavnodrky"/>
        <w:ind w:left="714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1617FF">
        <w:t xml:space="preserve"> </w:t>
      </w:r>
      <w:r w:rsidR="00791531" w:rsidRPr="001617FF">
        <w:t xml:space="preserve">Objednatel požaduje dodat veškeré </w:t>
      </w:r>
      <w:r w:rsidR="00C609E2" w:rsidRPr="001617FF">
        <w:t xml:space="preserve">materiály a </w:t>
      </w:r>
      <w:r w:rsidR="00791531" w:rsidRPr="001617FF">
        <w:t xml:space="preserve">zařízení s životností </w:t>
      </w:r>
      <w:r w:rsidR="00057A15" w:rsidRPr="001617FF">
        <w:t>minimálně po celou</w:t>
      </w:r>
      <w:r w:rsidR="008E7AF2" w:rsidRPr="001617FF">
        <w:t xml:space="preserve"> výše uvedenou</w:t>
      </w:r>
      <w:r w:rsidR="00057A15" w:rsidRPr="001617FF">
        <w:t xml:space="preserve"> záruční dobu</w:t>
      </w:r>
      <w:r w:rsidR="00791531" w:rsidRPr="001617FF">
        <w:t>.</w:t>
      </w:r>
    </w:p>
    <w:p w14:paraId="4BDA7834" w14:textId="77777777" w:rsidR="00AF4B0B" w:rsidRDefault="00AF4B0B" w:rsidP="00597DEC">
      <w:pPr>
        <w:pStyle w:val="SODHlavnodrky"/>
      </w:pPr>
      <w:r>
        <w:lastRenderedPageBreak/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597DEC">
      <w:pPr>
        <w:pStyle w:val="SODHlavn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597DEC">
      <w:pPr>
        <w:pStyle w:val="SODHlavn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231910">
      <w:pPr>
        <w:pStyle w:val="Nadpis2"/>
      </w:pPr>
      <w:r w:rsidRPr="0069310B">
        <w:t>Způsob reklamace vad</w:t>
      </w:r>
    </w:p>
    <w:p w14:paraId="63B95ACF" w14:textId="77777777" w:rsidR="00AF4B0B" w:rsidRDefault="00AF4B0B" w:rsidP="00597DEC">
      <w:pPr>
        <w:pStyle w:val="SODHlavnodrky"/>
      </w:pPr>
      <w:r>
        <w:t>Objeví-li se v průběhu záruční doby vady, může objednatel:</w:t>
      </w:r>
    </w:p>
    <w:p w14:paraId="58DDA39F" w14:textId="7D2838B5" w:rsidR="00901B7E" w:rsidRDefault="00AF4B0B" w:rsidP="000972D0">
      <w:pPr>
        <w:pStyle w:val="SODvedlejodrky"/>
      </w:pPr>
      <w:r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0B14824D" w:rsidR="00AF4B0B" w:rsidRDefault="00AF4B0B" w:rsidP="000972D0">
      <w:pPr>
        <w:pStyle w:val="SODvedlejodrky"/>
      </w:pPr>
      <w:r>
        <w:t>požadovat odstranění vad opravou, pokud jsou vady opravitelné</w:t>
      </w:r>
    </w:p>
    <w:p w14:paraId="6C8C649C" w14:textId="2CD771E8" w:rsidR="00540A68" w:rsidRDefault="00901B7E" w:rsidP="000972D0">
      <w:pPr>
        <w:pStyle w:val="SODvedlejodrky"/>
      </w:pPr>
      <w:r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60399205" w:rsidR="00AF4B0B" w:rsidRDefault="00540A68" w:rsidP="000972D0">
      <w:pPr>
        <w:pStyle w:val="SODvedlejodrky"/>
      </w:pPr>
      <w:r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597DEC">
      <w:pPr>
        <w:pStyle w:val="SODHlavn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597DEC">
      <w:pPr>
        <w:pStyle w:val="SODHlavn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597DEC">
      <w:pPr>
        <w:pStyle w:val="SODHlavn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597DEC">
      <w:pPr>
        <w:pStyle w:val="SODHlavn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231910">
      <w:pPr>
        <w:pStyle w:val="Nadpis2"/>
      </w:pPr>
      <w:r w:rsidRPr="0069310B">
        <w:t xml:space="preserve">Podmínky odstranění reklamovaných vad </w:t>
      </w:r>
    </w:p>
    <w:p w14:paraId="1A482C77" w14:textId="5B8760AB" w:rsidR="00AF4B0B" w:rsidRDefault="00AF4B0B" w:rsidP="00597DEC">
      <w:pPr>
        <w:pStyle w:val="SODHlavnodrky"/>
      </w:pPr>
      <w:r>
        <w:t xml:space="preserve">Zhotovitel je povinen nejpozději do 5 dnů po obdržení reklamace písemně oznámit, zda reklamaci uznává. Pokud tak neučiní, má se za to, že reklamaci objednatele uznává. Zhotovitel </w:t>
      </w:r>
      <w:r w:rsidR="007C1B09">
        <w:rPr>
          <w:lang w:val="cs-CZ"/>
        </w:rPr>
        <w:t xml:space="preserve">je povinen </w:t>
      </w:r>
      <w:r w:rsidR="007C1B09">
        <w:t>nastoupit</w:t>
      </w:r>
      <w:r>
        <w:t xml:space="preserve">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597DEC">
      <w:pPr>
        <w:pStyle w:val="SODHlavn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597DEC">
      <w:pPr>
        <w:pStyle w:val="SODHlavn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231910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597DEC">
      <w:pPr>
        <w:pStyle w:val="SODHlavnodrky"/>
      </w:pPr>
      <w:r>
        <w:t>Vlastníkem díla je od počátku objednatel.</w:t>
      </w:r>
    </w:p>
    <w:p w14:paraId="578342FD" w14:textId="77777777" w:rsidR="00AF4B0B" w:rsidRDefault="00AF4B0B" w:rsidP="00597DEC">
      <w:pPr>
        <w:pStyle w:val="SODHlavn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231910">
      <w:pPr>
        <w:pStyle w:val="Nadpis1"/>
      </w:pPr>
      <w:r>
        <w:lastRenderedPageBreak/>
        <w:t>Pojištění díla</w:t>
      </w:r>
    </w:p>
    <w:p w14:paraId="64FE5642" w14:textId="48F1A7CD" w:rsidR="00AF4B0B" w:rsidRDefault="00AF4B0B" w:rsidP="00597DEC">
      <w:pPr>
        <w:pStyle w:val="SODHlavn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 w:rsidRPr="00A8167E">
        <w:rPr>
          <w:lang w:val="cs-CZ"/>
        </w:rPr>
        <w:t>2</w:t>
      </w:r>
      <w:r w:rsidR="001D6BF8" w:rsidRPr="00A8167E">
        <w:rPr>
          <w:lang w:val="cs-CZ"/>
        </w:rPr>
        <w:t xml:space="preserve"> mil. Kč.</w:t>
      </w:r>
      <w:r>
        <w:t xml:space="preserve">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A8167E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597DEC">
      <w:pPr>
        <w:pStyle w:val="SODHlavnodrky"/>
      </w:pPr>
      <w:r>
        <w:t>Náklady na pojištění nese zhotovitel.</w:t>
      </w:r>
    </w:p>
    <w:p w14:paraId="133E1274" w14:textId="77777777" w:rsidR="00AF4B0B" w:rsidRDefault="00AF4B0B" w:rsidP="00231910">
      <w:pPr>
        <w:pStyle w:val="Nadpis1"/>
      </w:pPr>
      <w:r>
        <w:t xml:space="preserve">Vyšší moc </w:t>
      </w:r>
    </w:p>
    <w:p w14:paraId="4F56BABD" w14:textId="77777777" w:rsidR="00AF4B0B" w:rsidRDefault="00AF4B0B" w:rsidP="00597DEC">
      <w:pPr>
        <w:pStyle w:val="SODHlavn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A8167E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597DEC">
      <w:pPr>
        <w:pStyle w:val="SODHlavn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A8167E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231910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597DEC">
      <w:pPr>
        <w:pStyle w:val="SODHlavn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Pr="000972D0" w:rsidRDefault="00D9763A" w:rsidP="000972D0">
      <w:pPr>
        <w:pStyle w:val="SODvedlejodstavecpsmena"/>
        <w:numPr>
          <w:ilvl w:val="0"/>
          <w:numId w:val="46"/>
        </w:numPr>
      </w:pPr>
      <w:r w:rsidRPr="000972D0">
        <w:t xml:space="preserve">zhotovitel řádně a včas neplní své povinnosti vyplývající z této smlouvy. Za porušení povinností se považuje také nerespektování příkazů objednatele; </w:t>
      </w:r>
    </w:p>
    <w:p w14:paraId="69C45E68" w14:textId="5E315FD6" w:rsidR="0087245F" w:rsidRPr="000972D0" w:rsidRDefault="00D9763A" w:rsidP="000972D0">
      <w:pPr>
        <w:pStyle w:val="SODvedlejodstavecpsmena"/>
      </w:pPr>
      <w:r w:rsidRPr="000972D0">
        <w:t>zhotovitel nepřistoupí na změnu této smlouvy v důsledku uplatnění práva objednatele na</w:t>
      </w:r>
      <w:r w:rsidR="00BA6BDF" w:rsidRPr="000972D0">
        <w:t xml:space="preserve"> </w:t>
      </w:r>
      <w:r w:rsidRPr="000972D0">
        <w:t>vyčlenění některých pr</w:t>
      </w:r>
      <w:r w:rsidR="0087245F" w:rsidRPr="000972D0">
        <w:t>a</w:t>
      </w:r>
      <w:r w:rsidRPr="000972D0">
        <w:t>cí nebo dodávek z předmětu smlouvy</w:t>
      </w:r>
      <w:r w:rsidR="0087245F" w:rsidRPr="000972D0">
        <w:t>;</w:t>
      </w:r>
    </w:p>
    <w:p w14:paraId="2D66B697" w14:textId="77777777" w:rsidR="00D9763A" w:rsidRPr="000972D0" w:rsidRDefault="0087245F" w:rsidP="000972D0">
      <w:pPr>
        <w:pStyle w:val="SODvedlejodstavecpsmena"/>
      </w:pPr>
      <w:r w:rsidRPr="000972D0">
        <w:t>zhotovitel poruší svou povinnost součinnosti podle čl. 3. odst. 3.04. bod 3. této smlouvy</w:t>
      </w:r>
      <w:r w:rsidR="00D9763A" w:rsidRPr="000972D0">
        <w:t>.</w:t>
      </w:r>
    </w:p>
    <w:p w14:paraId="58778D87" w14:textId="77777777" w:rsidR="00D9763A" w:rsidRDefault="00D9763A" w:rsidP="00597DEC">
      <w:pPr>
        <w:pStyle w:val="SODHlavnodrky"/>
      </w:pPr>
      <w:r>
        <w:t>Poruší-li některá ze stran tuto smlouvu podstatným způsobem, může druhá strana bez zbytečného odkladu od této smlouvy odstoupit</w:t>
      </w:r>
      <w:r w:rsidR="0087245F" w:rsidRPr="00A8167E">
        <w:rPr>
          <w:lang w:val="cs-CZ"/>
        </w:rPr>
        <w:t>.</w:t>
      </w:r>
    </w:p>
    <w:p w14:paraId="7D7D699A" w14:textId="77777777" w:rsidR="00AF4B0B" w:rsidRDefault="00AF4B0B" w:rsidP="00231910">
      <w:pPr>
        <w:pStyle w:val="Nadpis1"/>
      </w:pPr>
      <w:r>
        <w:t>Ostatní ujednání</w:t>
      </w:r>
    </w:p>
    <w:p w14:paraId="4F4938EC" w14:textId="77777777" w:rsidR="00AF4B0B" w:rsidRDefault="00AF4B0B" w:rsidP="00597DEC">
      <w:pPr>
        <w:pStyle w:val="SODHlavn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597DEC">
      <w:pPr>
        <w:pStyle w:val="SODHlavn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A8167E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204E6CD9" w:rsidR="001D6BF8" w:rsidRDefault="001D6BF8" w:rsidP="00597DEC">
      <w:pPr>
        <w:pStyle w:val="SODHlavnodrky"/>
      </w:pPr>
      <w:r>
        <w:lastRenderedPageBreak/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A8167E">
        <w:rPr>
          <w:lang w:val="cs-CZ"/>
        </w:rPr>
        <w:t>, kde jsou uveřejněny i podrobné informace o zpracování osobních údajů</w:t>
      </w:r>
      <w:r w:rsidR="007C1B09">
        <w:t>.</w:t>
      </w:r>
    </w:p>
    <w:p w14:paraId="6FAE18BB" w14:textId="77777777" w:rsidR="00BA6BDF" w:rsidRDefault="00BA6BDF" w:rsidP="00597DEC">
      <w:pPr>
        <w:pStyle w:val="SODHlavn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597DEC">
      <w:pPr>
        <w:pStyle w:val="SODHlavnodrky"/>
      </w:pPr>
      <w:r>
        <w:t xml:space="preserve">Tato smlouva bude zveřejněna objednatelem v registru smluv podle zákona č. 340/2015 Sb., </w:t>
      </w:r>
      <w:r w:rsidRPr="00A8167E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597DEC">
      <w:pPr>
        <w:pStyle w:val="SODHlavn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A8167E" w:rsidRDefault="00A57EC9" w:rsidP="00597DEC">
      <w:pPr>
        <w:pStyle w:val="SODHlavn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A8167E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A8167E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A8167E">
        <w:rPr>
          <w:color w:val="1F497D"/>
        </w:rPr>
        <w:t xml:space="preserve"> </w:t>
      </w:r>
      <w:r>
        <w:t xml:space="preserve">zbytečného odkladu poskytnout Objednateli veškerou </w:t>
      </w:r>
      <w:r w:rsidRPr="00A8167E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597DEC">
      <w:pPr>
        <w:pStyle w:val="SODHlavnodrky"/>
      </w:pPr>
      <w:r>
        <w:t>Přílohou a nedílnou součástí smlouvy jsou:</w:t>
      </w:r>
    </w:p>
    <w:p w14:paraId="426F1401" w14:textId="38EFCF01" w:rsidR="00AF4B0B" w:rsidRDefault="002412D1" w:rsidP="000972D0">
      <w:pPr>
        <w:pStyle w:val="SODvedlejodrky"/>
      </w:pPr>
      <w:r>
        <w:rPr>
          <w:lang w:val="cs-CZ"/>
        </w:rPr>
        <w:t>Rozpis ceny</w:t>
      </w:r>
    </w:p>
    <w:p w14:paraId="3A5F46AD" w14:textId="77777777" w:rsidR="00AF4B0B" w:rsidRPr="00BA6BDF" w:rsidRDefault="00AF4B0B" w:rsidP="00597DEC">
      <w:pPr>
        <w:pStyle w:val="SODHlavnodrky"/>
      </w:pPr>
      <w:r>
        <w:t>Přílohy, které jsou součástí smlouvy a jsou uloženy v sídle obou smluvních stran</w:t>
      </w:r>
    </w:p>
    <w:p w14:paraId="74272C4B" w14:textId="1C79F211" w:rsidR="00BA6BDF" w:rsidRPr="00A8167E" w:rsidRDefault="001617FF" w:rsidP="000972D0">
      <w:pPr>
        <w:pStyle w:val="SODvedlejodrky"/>
        <w:rPr>
          <w:lang w:val="cs-CZ"/>
        </w:rPr>
      </w:pPr>
      <w:r>
        <w:t xml:space="preserve">P3 </w:t>
      </w:r>
      <w:r>
        <w:rPr>
          <w:lang w:val="cs-CZ"/>
        </w:rPr>
        <w:t>– Technická specifikace výtahu</w:t>
      </w:r>
    </w:p>
    <w:p w14:paraId="1DDB2419" w14:textId="7BB27401" w:rsidR="00A8677C" w:rsidRPr="00A8677C" w:rsidRDefault="00AF4B0B" w:rsidP="00597DEC">
      <w:pPr>
        <w:pStyle w:val="SODHlavnodrky"/>
      </w:pPr>
      <w:r>
        <w:t xml:space="preserve">Smlouva je vyhotovena v </w:t>
      </w:r>
      <w:bookmarkStart w:id="25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rovnocenných stejnopisech, z nichž zhotovitel obdrží </w:t>
      </w:r>
      <w:bookmarkStart w:id="26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6"/>
      <w:r>
        <w:t xml:space="preserve"> výtisky </w:t>
      </w:r>
      <w:r w:rsidR="007C1B09">
        <w:br/>
      </w:r>
      <w:r>
        <w:t xml:space="preserve">a objednatel </w:t>
      </w:r>
      <w:r w:rsidR="00DC4F88">
        <w:t>2</w:t>
      </w:r>
      <w:r>
        <w:t xml:space="preserve"> výtisky.</w:t>
      </w:r>
      <w:r w:rsidR="00DB36C8" w:rsidRPr="00A8167E">
        <w:rPr>
          <w:lang w:val="cs-CZ"/>
        </w:rPr>
        <w:t xml:space="preserve"> </w:t>
      </w:r>
    </w:p>
    <w:p w14:paraId="7B048774" w14:textId="622BB155" w:rsidR="00AF4B0B" w:rsidRDefault="00DB36C8" w:rsidP="00597DEC">
      <w:pPr>
        <w:pStyle w:val="SODHlavn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231910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CA30F6">
            <w:pPr>
              <w:pStyle w:val="doloka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4DA78A7D" w:rsidR="00AF4B0B" w:rsidRDefault="00AF4B0B" w:rsidP="007C1B09">
            <w:pPr>
              <w:pStyle w:val="doloka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 w:rsidR="00CA30F6">
              <w:tab/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</w:t>
            </w:r>
            <w:r w:rsidR="00CA30F6">
              <w:tab/>
            </w:r>
            <w:r w:rsidR="00057A15">
              <w:t>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7C1B09">
              <w:t>3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453A8280" w:rsidR="00AF4B0B" w:rsidRDefault="00AF4B0B" w:rsidP="00CA30F6">
            <w:pPr>
              <w:pStyle w:val="doloka"/>
            </w:pPr>
            <w:r>
              <w:t xml:space="preserve">                                     </w:t>
            </w:r>
            <w:r w:rsidR="00C80C61">
              <w:t xml:space="preserve">          </w:t>
            </w:r>
            <w:r w:rsidR="00CA30F6">
              <w:tab/>
            </w:r>
            <w:r w:rsidR="00C80C61">
              <w:t xml:space="preserve">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7C1B09">
              <w:t>3</w:t>
            </w:r>
          </w:p>
        </w:tc>
      </w:tr>
    </w:tbl>
    <w:p w14:paraId="391FA035" w14:textId="77777777" w:rsidR="00453502" w:rsidRDefault="00453502" w:rsidP="00231910">
      <w:pPr>
        <w:pStyle w:val="podpisysmlouva"/>
      </w:pPr>
    </w:p>
    <w:p w14:paraId="0D51DD16" w14:textId="77777777" w:rsidR="00453502" w:rsidRDefault="00453502" w:rsidP="00231910">
      <w:pPr>
        <w:pStyle w:val="podpisysmlouva"/>
      </w:pPr>
    </w:p>
    <w:p w14:paraId="189B4194" w14:textId="77777777" w:rsidR="00AF4B0B" w:rsidRDefault="00AF4B0B" w:rsidP="004660E6">
      <w:pPr>
        <w:pStyle w:val="SODpodpis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7" w:name="Text53"/>
      <w:r w:rsidR="006C7315">
        <w:instrText xml:space="preserve"> FORMTEXT </w:instrText>
      </w:r>
      <w:r w:rsidR="006C7315">
        <w:fldChar w:fldCharType="separate"/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fldChar w:fldCharType="end"/>
      </w:r>
      <w:bookmarkEnd w:id="27"/>
      <w:r>
        <w:tab/>
        <w:t xml:space="preserve">Uherský Brod, dne </w:t>
      </w:r>
    </w:p>
    <w:p w14:paraId="172F812B" w14:textId="77777777" w:rsidR="00AF4B0B" w:rsidRDefault="00AF4B0B" w:rsidP="004660E6">
      <w:pPr>
        <w:pStyle w:val="SODpodpis"/>
      </w:pPr>
    </w:p>
    <w:p w14:paraId="2B7E1E94" w14:textId="77777777" w:rsidR="004A3CE7" w:rsidRDefault="004A3CE7" w:rsidP="00231910">
      <w:pPr>
        <w:pStyle w:val="podpisysmlouva"/>
      </w:pPr>
    </w:p>
    <w:p w14:paraId="2067EF1B" w14:textId="77777777" w:rsidR="004A3CE7" w:rsidRDefault="004A3CE7" w:rsidP="00231910">
      <w:pPr>
        <w:pStyle w:val="podpisysmlouva"/>
      </w:pPr>
    </w:p>
    <w:p w14:paraId="147AFD28" w14:textId="77777777" w:rsidR="00AF4B0B" w:rsidRDefault="00AF4B0B" w:rsidP="004660E6">
      <w:pPr>
        <w:pStyle w:val="SODpodpis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4660E6">
      <w:pPr>
        <w:pStyle w:val="SODpodpis"/>
      </w:pPr>
    </w:p>
    <w:p w14:paraId="4E4CA265" w14:textId="77777777" w:rsidR="004A3CE7" w:rsidRDefault="004A3CE7" w:rsidP="004660E6">
      <w:pPr>
        <w:pStyle w:val="SODpodpis"/>
      </w:pPr>
    </w:p>
    <w:p w14:paraId="6CFED062" w14:textId="77777777" w:rsidR="004A3CE7" w:rsidRDefault="004A3CE7" w:rsidP="004660E6">
      <w:pPr>
        <w:pStyle w:val="SODpodpis"/>
      </w:pPr>
    </w:p>
    <w:p w14:paraId="068D3BB0" w14:textId="77777777" w:rsidR="004A3CE7" w:rsidRDefault="004A3CE7" w:rsidP="004660E6">
      <w:pPr>
        <w:pStyle w:val="SODpodpis"/>
      </w:pPr>
    </w:p>
    <w:p w14:paraId="73377A9E" w14:textId="77777777" w:rsidR="004A3CE7" w:rsidRDefault="004A3CE7" w:rsidP="004660E6">
      <w:pPr>
        <w:pStyle w:val="SODpodpis"/>
      </w:pPr>
    </w:p>
    <w:p w14:paraId="5A755AB8" w14:textId="77777777" w:rsidR="00453502" w:rsidRDefault="00453502" w:rsidP="004660E6">
      <w:pPr>
        <w:pStyle w:val="SODpodpis"/>
      </w:pPr>
    </w:p>
    <w:p w14:paraId="632620B4" w14:textId="77777777" w:rsidR="00453502" w:rsidRDefault="00453502" w:rsidP="004660E6">
      <w:pPr>
        <w:pStyle w:val="SODpodpis"/>
      </w:pPr>
    </w:p>
    <w:p w14:paraId="48C18DC1" w14:textId="2385877F" w:rsidR="00AF4B0B" w:rsidRDefault="00AF4B0B" w:rsidP="004660E6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8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574436">
        <w:t xml:space="preserve">Ing. </w:t>
      </w:r>
      <w:r w:rsidR="001617FF">
        <w:t>Kamil Válek</w:t>
      </w:r>
    </w:p>
    <w:p w14:paraId="44680253" w14:textId="61A3B085" w:rsidR="008108D7" w:rsidRDefault="00AF4B0B" w:rsidP="004660E6">
      <w:pPr>
        <w:pStyle w:val="SODpodpis"/>
      </w:pPr>
      <w:r>
        <w:lastRenderedPageBreak/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9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9"/>
      <w:r>
        <w:tab/>
      </w:r>
      <w:r w:rsidR="001617FF">
        <w:t>tajemník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D64403" w:rsidRDefault="00D64403" w:rsidP="00231910">
      <w:r>
        <w:separator/>
      </w:r>
    </w:p>
    <w:p w14:paraId="4CD74A37" w14:textId="77777777" w:rsidR="00D64403" w:rsidRDefault="00D64403" w:rsidP="00231910"/>
    <w:p w14:paraId="7A470727" w14:textId="77777777" w:rsidR="00D64403" w:rsidRDefault="00D64403" w:rsidP="00231910"/>
    <w:p w14:paraId="11EA67F2" w14:textId="77777777" w:rsidR="00D64403" w:rsidRDefault="00D64403" w:rsidP="00231910"/>
    <w:p w14:paraId="68A25D4B" w14:textId="77777777" w:rsidR="00D64403" w:rsidRDefault="00D64403" w:rsidP="00231910"/>
    <w:p w14:paraId="37E1F0CC" w14:textId="77777777" w:rsidR="00D64403" w:rsidRDefault="00D64403" w:rsidP="00231910"/>
    <w:p w14:paraId="71DF80D2" w14:textId="77777777" w:rsidR="00D64403" w:rsidRDefault="00D64403" w:rsidP="00231910"/>
    <w:p w14:paraId="265DF9C4" w14:textId="77777777" w:rsidR="00D64403" w:rsidRDefault="00D64403" w:rsidP="00231910"/>
    <w:p w14:paraId="7E43A93E" w14:textId="77777777" w:rsidR="00D64403" w:rsidRDefault="00D64403" w:rsidP="00231910"/>
    <w:p w14:paraId="04C0B5F3" w14:textId="77777777" w:rsidR="00D64403" w:rsidRDefault="00D64403" w:rsidP="00231910"/>
    <w:p w14:paraId="7010D9A8" w14:textId="77777777" w:rsidR="00D64403" w:rsidRDefault="00D64403" w:rsidP="00231910"/>
    <w:p w14:paraId="517AEC94" w14:textId="77777777" w:rsidR="00D64403" w:rsidRDefault="00D64403" w:rsidP="00231910"/>
    <w:p w14:paraId="73D2CEFE" w14:textId="77777777" w:rsidR="00D64403" w:rsidRDefault="00D64403" w:rsidP="00231910"/>
    <w:p w14:paraId="795BCF52" w14:textId="77777777" w:rsidR="00D64403" w:rsidRDefault="00D64403" w:rsidP="00231910"/>
    <w:p w14:paraId="522D701A" w14:textId="77777777" w:rsidR="00D64403" w:rsidRDefault="00D64403" w:rsidP="00231910"/>
    <w:p w14:paraId="34328444" w14:textId="77777777" w:rsidR="00D64403" w:rsidRDefault="00D64403" w:rsidP="00231910"/>
    <w:p w14:paraId="1108F0FC" w14:textId="77777777" w:rsidR="00D64403" w:rsidRDefault="00D64403" w:rsidP="00231910"/>
    <w:p w14:paraId="1F11A394" w14:textId="77777777" w:rsidR="00D64403" w:rsidRDefault="00D64403" w:rsidP="00231910"/>
    <w:p w14:paraId="02BD28CE" w14:textId="77777777" w:rsidR="00D64403" w:rsidRDefault="00D64403" w:rsidP="00231910"/>
    <w:p w14:paraId="2DD3179E" w14:textId="77777777" w:rsidR="00D64403" w:rsidRDefault="00D64403" w:rsidP="00231910"/>
    <w:p w14:paraId="163DC565" w14:textId="77777777" w:rsidR="00D64403" w:rsidRDefault="00D64403" w:rsidP="00231910"/>
    <w:p w14:paraId="5ACA78A0" w14:textId="77777777" w:rsidR="00D64403" w:rsidRDefault="00D64403" w:rsidP="00231910"/>
    <w:p w14:paraId="24827029" w14:textId="77777777" w:rsidR="00D64403" w:rsidRDefault="00D64403" w:rsidP="00231910"/>
  </w:endnote>
  <w:endnote w:type="continuationSeparator" w:id="0">
    <w:p w14:paraId="49A0D6AF" w14:textId="77777777" w:rsidR="00D64403" w:rsidRDefault="00D64403" w:rsidP="00231910">
      <w:r>
        <w:continuationSeparator/>
      </w:r>
    </w:p>
    <w:p w14:paraId="3A58DAC8" w14:textId="77777777" w:rsidR="00D64403" w:rsidRDefault="00D64403" w:rsidP="00231910"/>
    <w:p w14:paraId="7DCDF103" w14:textId="77777777" w:rsidR="00D64403" w:rsidRDefault="00D64403" w:rsidP="00231910"/>
    <w:p w14:paraId="60A3EF6E" w14:textId="77777777" w:rsidR="00D64403" w:rsidRDefault="00D64403" w:rsidP="00231910"/>
    <w:p w14:paraId="0C254C2B" w14:textId="77777777" w:rsidR="00D64403" w:rsidRDefault="00D64403" w:rsidP="00231910"/>
    <w:p w14:paraId="0DE7D51B" w14:textId="77777777" w:rsidR="00D64403" w:rsidRDefault="00D64403" w:rsidP="00231910"/>
    <w:p w14:paraId="11E72B3A" w14:textId="77777777" w:rsidR="00D64403" w:rsidRDefault="00D64403" w:rsidP="00231910"/>
    <w:p w14:paraId="6C720F4F" w14:textId="77777777" w:rsidR="00D64403" w:rsidRDefault="00D64403" w:rsidP="00231910"/>
    <w:p w14:paraId="6EC22F39" w14:textId="77777777" w:rsidR="00D64403" w:rsidRDefault="00D64403" w:rsidP="00231910"/>
    <w:p w14:paraId="2A9AA2B5" w14:textId="77777777" w:rsidR="00D64403" w:rsidRDefault="00D64403" w:rsidP="00231910"/>
    <w:p w14:paraId="0960BD1E" w14:textId="77777777" w:rsidR="00D64403" w:rsidRDefault="00D64403" w:rsidP="00231910"/>
    <w:p w14:paraId="5F43E6B0" w14:textId="77777777" w:rsidR="00D64403" w:rsidRDefault="00D64403" w:rsidP="00231910"/>
    <w:p w14:paraId="4AF5D005" w14:textId="77777777" w:rsidR="00D64403" w:rsidRDefault="00D64403" w:rsidP="00231910"/>
    <w:p w14:paraId="533A20BD" w14:textId="77777777" w:rsidR="00D64403" w:rsidRDefault="00D64403" w:rsidP="00231910"/>
    <w:p w14:paraId="7806D317" w14:textId="77777777" w:rsidR="00D64403" w:rsidRDefault="00D64403" w:rsidP="00231910"/>
    <w:p w14:paraId="38DD10CB" w14:textId="77777777" w:rsidR="00D64403" w:rsidRDefault="00D64403" w:rsidP="00231910"/>
    <w:p w14:paraId="13DA03E8" w14:textId="77777777" w:rsidR="00D64403" w:rsidRDefault="00D64403" w:rsidP="00231910"/>
    <w:p w14:paraId="2DD48BB0" w14:textId="77777777" w:rsidR="00D64403" w:rsidRDefault="00D64403" w:rsidP="00231910"/>
    <w:p w14:paraId="4DFF9F73" w14:textId="77777777" w:rsidR="00D64403" w:rsidRDefault="00D64403" w:rsidP="00231910"/>
    <w:p w14:paraId="6294E7AD" w14:textId="77777777" w:rsidR="00D64403" w:rsidRDefault="00D64403" w:rsidP="00231910"/>
    <w:p w14:paraId="0588BD14" w14:textId="77777777" w:rsidR="00D64403" w:rsidRDefault="00D64403" w:rsidP="00231910"/>
    <w:p w14:paraId="69CA6AF3" w14:textId="77777777" w:rsidR="00D64403" w:rsidRDefault="00D64403" w:rsidP="00231910"/>
    <w:p w14:paraId="1575DF72" w14:textId="77777777" w:rsidR="00D64403" w:rsidRDefault="00D64403" w:rsidP="00231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D64403" w:rsidRDefault="00D64403" w:rsidP="00231910">
    <w:pPr>
      <w:pStyle w:val="Zpat"/>
    </w:pPr>
  </w:p>
  <w:p w14:paraId="0A5ADB0B" w14:textId="77777777" w:rsidR="00D64403" w:rsidRDefault="00D64403" w:rsidP="00231910"/>
  <w:p w14:paraId="5A91F702" w14:textId="77777777" w:rsidR="00D64403" w:rsidRDefault="00D64403" w:rsidP="00231910"/>
  <w:p w14:paraId="2CBDE28B" w14:textId="77777777" w:rsidR="00D64403" w:rsidRDefault="00D64403" w:rsidP="00231910"/>
  <w:p w14:paraId="0BA8A7AB" w14:textId="77777777" w:rsidR="00D64403" w:rsidRDefault="00D64403" w:rsidP="00231910"/>
  <w:p w14:paraId="6035154C" w14:textId="77777777" w:rsidR="00D64403" w:rsidRDefault="00D64403" w:rsidP="00231910"/>
  <w:p w14:paraId="6F7EFE11" w14:textId="77777777" w:rsidR="00D64403" w:rsidRDefault="00D64403" w:rsidP="00231910"/>
  <w:p w14:paraId="75E5BCDF" w14:textId="77777777" w:rsidR="00D64403" w:rsidRDefault="00D64403" w:rsidP="00231910"/>
  <w:p w14:paraId="098BAA08" w14:textId="77777777" w:rsidR="00D64403" w:rsidRDefault="00D64403" w:rsidP="00231910"/>
  <w:p w14:paraId="4E06A17D" w14:textId="77777777" w:rsidR="00D64403" w:rsidRDefault="00D64403" w:rsidP="00231910"/>
  <w:p w14:paraId="6F6E152B" w14:textId="77777777" w:rsidR="00D64403" w:rsidRDefault="00D64403" w:rsidP="00231910"/>
  <w:p w14:paraId="6D2F0DE0" w14:textId="77777777" w:rsidR="00D64403" w:rsidRDefault="00D64403" w:rsidP="00231910"/>
  <w:p w14:paraId="413442EF" w14:textId="77777777" w:rsidR="00D64403" w:rsidRDefault="00D64403" w:rsidP="00231910"/>
  <w:p w14:paraId="0CF8AEB5" w14:textId="77777777" w:rsidR="00D64403" w:rsidRDefault="00D64403" w:rsidP="00231910"/>
  <w:p w14:paraId="3B530E1A" w14:textId="77777777" w:rsidR="00D64403" w:rsidRDefault="00D64403" w:rsidP="00231910"/>
  <w:p w14:paraId="7C50C5B2" w14:textId="77777777" w:rsidR="00D64403" w:rsidRDefault="00D64403" w:rsidP="00231910"/>
  <w:p w14:paraId="41BD3E17" w14:textId="77777777" w:rsidR="00D64403" w:rsidRDefault="00D64403" w:rsidP="00231910"/>
  <w:p w14:paraId="1403DF16" w14:textId="77777777" w:rsidR="00D64403" w:rsidRDefault="00D64403" w:rsidP="00231910"/>
  <w:p w14:paraId="606781A8" w14:textId="77777777" w:rsidR="00D64403" w:rsidRDefault="00D64403" w:rsidP="00231910"/>
  <w:p w14:paraId="1CC65E48" w14:textId="77777777" w:rsidR="00D64403" w:rsidRDefault="00D64403" w:rsidP="002319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D64403" w:rsidRDefault="00D64403" w:rsidP="00231910">
    <w:pPr>
      <w:pStyle w:val="Zpat"/>
    </w:pPr>
  </w:p>
  <w:p w14:paraId="04F34988" w14:textId="77777777" w:rsidR="00D64403" w:rsidRPr="0053581C" w:rsidRDefault="00D64403" w:rsidP="004660E6">
    <w:pPr>
      <w:pStyle w:val="SODzpat"/>
      <w:rPr>
        <w:rFonts w:cs="Arial"/>
      </w:rPr>
    </w:pPr>
    <w:r w:rsidRPr="0053581C">
      <w:t>NÁVRH SMLOUVY O DÍLO</w:t>
    </w:r>
  </w:p>
  <w:p w14:paraId="04589ADC" w14:textId="5A103651" w:rsidR="00D64403" w:rsidRPr="0053581C" w:rsidRDefault="00D64403" w:rsidP="004660E6">
    <w:pPr>
      <w:pStyle w:val="SODzpat"/>
    </w:pPr>
    <w:r>
      <w:t>Radnice – dodávka výtahu</w:t>
    </w:r>
    <w:r>
      <w:tab/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C42B37">
      <w:rPr>
        <w:noProof/>
      </w:rPr>
      <w:t>5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C42B37">
      <w:rPr>
        <w:noProof/>
      </w:rPr>
      <w:t>12</w:t>
    </w:r>
    <w:r>
      <w:rPr>
        <w:noProof/>
      </w:rPr>
      <w:fldChar w:fldCharType="end"/>
    </w:r>
    <w:r w:rsidRPr="0053581C">
      <w:t>)</w:t>
    </w:r>
  </w:p>
  <w:p w14:paraId="7C3299E5" w14:textId="77777777" w:rsidR="00D64403" w:rsidRDefault="00D64403" w:rsidP="00231910"/>
  <w:p w14:paraId="3E04708B" w14:textId="77777777" w:rsidR="00D64403" w:rsidRDefault="00D64403" w:rsidP="00231910"/>
  <w:p w14:paraId="5B067188" w14:textId="77777777" w:rsidR="00D64403" w:rsidRDefault="00D64403" w:rsidP="002319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D64403" w:rsidRDefault="00D64403" w:rsidP="00231910">
    <w:pPr>
      <w:pStyle w:val="Zpat"/>
    </w:pPr>
  </w:p>
  <w:p w14:paraId="37F067B3" w14:textId="77777777" w:rsidR="00D64403" w:rsidRDefault="00D64403" w:rsidP="00231910">
    <w:pPr>
      <w:pStyle w:val="Zpat"/>
    </w:pPr>
  </w:p>
  <w:p w14:paraId="1CC71EB0" w14:textId="77777777" w:rsidR="00D64403" w:rsidRDefault="00D64403" w:rsidP="002319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D64403" w:rsidRDefault="00D64403" w:rsidP="00231910">
      <w:r>
        <w:separator/>
      </w:r>
    </w:p>
    <w:p w14:paraId="3FAEF11D" w14:textId="77777777" w:rsidR="00D64403" w:rsidRDefault="00D64403" w:rsidP="00231910"/>
    <w:p w14:paraId="3564CBAA" w14:textId="77777777" w:rsidR="00D64403" w:rsidRDefault="00D64403" w:rsidP="00231910"/>
    <w:p w14:paraId="76E60256" w14:textId="77777777" w:rsidR="00D64403" w:rsidRDefault="00D64403" w:rsidP="00231910"/>
    <w:p w14:paraId="70F48551" w14:textId="77777777" w:rsidR="00D64403" w:rsidRDefault="00D64403" w:rsidP="00231910"/>
    <w:p w14:paraId="6FAB59CD" w14:textId="77777777" w:rsidR="00D64403" w:rsidRDefault="00D64403" w:rsidP="00231910"/>
    <w:p w14:paraId="1BA10489" w14:textId="77777777" w:rsidR="00D64403" w:rsidRDefault="00D64403" w:rsidP="00231910"/>
    <w:p w14:paraId="0B37C760" w14:textId="77777777" w:rsidR="00D64403" w:rsidRDefault="00D64403" w:rsidP="00231910"/>
    <w:p w14:paraId="75E86BEA" w14:textId="77777777" w:rsidR="00D64403" w:rsidRDefault="00D64403" w:rsidP="00231910"/>
    <w:p w14:paraId="7080D921" w14:textId="77777777" w:rsidR="00D64403" w:rsidRDefault="00D64403" w:rsidP="00231910"/>
    <w:p w14:paraId="1A16C133" w14:textId="77777777" w:rsidR="00D64403" w:rsidRDefault="00D64403" w:rsidP="00231910"/>
    <w:p w14:paraId="75FE7EE4" w14:textId="77777777" w:rsidR="00D64403" w:rsidRDefault="00D64403" w:rsidP="00231910"/>
    <w:p w14:paraId="3F56E7F7" w14:textId="77777777" w:rsidR="00D64403" w:rsidRDefault="00D64403" w:rsidP="00231910"/>
    <w:p w14:paraId="040DC161" w14:textId="77777777" w:rsidR="00D64403" w:rsidRDefault="00D64403" w:rsidP="00231910"/>
    <w:p w14:paraId="1EC06721" w14:textId="77777777" w:rsidR="00D64403" w:rsidRDefault="00D64403" w:rsidP="00231910"/>
    <w:p w14:paraId="56411C00" w14:textId="77777777" w:rsidR="00D64403" w:rsidRDefault="00D64403" w:rsidP="00231910"/>
    <w:p w14:paraId="1ADC22FD" w14:textId="77777777" w:rsidR="00D64403" w:rsidRDefault="00D64403" w:rsidP="00231910"/>
    <w:p w14:paraId="0A370879" w14:textId="77777777" w:rsidR="00D64403" w:rsidRDefault="00D64403" w:rsidP="00231910"/>
    <w:p w14:paraId="7C4CC526" w14:textId="77777777" w:rsidR="00D64403" w:rsidRDefault="00D64403" w:rsidP="00231910"/>
    <w:p w14:paraId="28342FAD" w14:textId="77777777" w:rsidR="00D64403" w:rsidRDefault="00D64403" w:rsidP="00231910"/>
    <w:p w14:paraId="7515D6D6" w14:textId="77777777" w:rsidR="00D64403" w:rsidRDefault="00D64403" w:rsidP="00231910"/>
    <w:p w14:paraId="61DFCB86" w14:textId="77777777" w:rsidR="00D64403" w:rsidRDefault="00D64403" w:rsidP="00231910"/>
    <w:p w14:paraId="618FB037" w14:textId="77777777" w:rsidR="00D64403" w:rsidRDefault="00D64403" w:rsidP="00231910"/>
  </w:footnote>
  <w:footnote w:type="continuationSeparator" w:id="0">
    <w:p w14:paraId="13E0DF5E" w14:textId="77777777" w:rsidR="00D64403" w:rsidRDefault="00D64403" w:rsidP="00231910">
      <w:r>
        <w:continuationSeparator/>
      </w:r>
    </w:p>
    <w:p w14:paraId="34E5CE80" w14:textId="77777777" w:rsidR="00D64403" w:rsidRDefault="00D64403" w:rsidP="00231910"/>
    <w:p w14:paraId="6F2FC490" w14:textId="77777777" w:rsidR="00D64403" w:rsidRDefault="00D64403" w:rsidP="00231910"/>
    <w:p w14:paraId="1694ADC5" w14:textId="77777777" w:rsidR="00D64403" w:rsidRDefault="00D64403" w:rsidP="00231910"/>
    <w:p w14:paraId="60DB0FF1" w14:textId="77777777" w:rsidR="00D64403" w:rsidRDefault="00D64403" w:rsidP="00231910"/>
    <w:p w14:paraId="4EFF854A" w14:textId="77777777" w:rsidR="00D64403" w:rsidRDefault="00D64403" w:rsidP="00231910"/>
    <w:p w14:paraId="3BA94193" w14:textId="77777777" w:rsidR="00D64403" w:rsidRDefault="00D64403" w:rsidP="00231910"/>
    <w:p w14:paraId="67456823" w14:textId="77777777" w:rsidR="00D64403" w:rsidRDefault="00D64403" w:rsidP="00231910"/>
    <w:p w14:paraId="6CB8E858" w14:textId="77777777" w:rsidR="00D64403" w:rsidRDefault="00D64403" w:rsidP="00231910"/>
    <w:p w14:paraId="0CB66BD0" w14:textId="77777777" w:rsidR="00D64403" w:rsidRDefault="00D64403" w:rsidP="00231910"/>
    <w:p w14:paraId="4D52B725" w14:textId="77777777" w:rsidR="00D64403" w:rsidRDefault="00D64403" w:rsidP="00231910"/>
    <w:p w14:paraId="7948E333" w14:textId="77777777" w:rsidR="00D64403" w:rsidRDefault="00D64403" w:rsidP="00231910"/>
    <w:p w14:paraId="7C4116C8" w14:textId="77777777" w:rsidR="00D64403" w:rsidRDefault="00D64403" w:rsidP="00231910"/>
    <w:p w14:paraId="6813EF37" w14:textId="77777777" w:rsidR="00D64403" w:rsidRDefault="00D64403" w:rsidP="00231910"/>
    <w:p w14:paraId="5FCCF4DC" w14:textId="77777777" w:rsidR="00D64403" w:rsidRDefault="00D64403" w:rsidP="00231910"/>
    <w:p w14:paraId="54DA7AA1" w14:textId="77777777" w:rsidR="00D64403" w:rsidRDefault="00D64403" w:rsidP="00231910"/>
    <w:p w14:paraId="5C9F631B" w14:textId="77777777" w:rsidR="00D64403" w:rsidRDefault="00D64403" w:rsidP="00231910"/>
    <w:p w14:paraId="69A9DCDF" w14:textId="77777777" w:rsidR="00D64403" w:rsidRDefault="00D64403" w:rsidP="00231910"/>
    <w:p w14:paraId="348B3D97" w14:textId="77777777" w:rsidR="00D64403" w:rsidRDefault="00D64403" w:rsidP="00231910"/>
    <w:p w14:paraId="5CC696E1" w14:textId="77777777" w:rsidR="00D64403" w:rsidRDefault="00D64403" w:rsidP="00231910"/>
    <w:p w14:paraId="49972B73" w14:textId="77777777" w:rsidR="00D64403" w:rsidRDefault="00D64403" w:rsidP="00231910"/>
    <w:p w14:paraId="476AC254" w14:textId="77777777" w:rsidR="00D64403" w:rsidRDefault="00D64403" w:rsidP="00231910"/>
    <w:p w14:paraId="65ADEB67" w14:textId="77777777" w:rsidR="00D64403" w:rsidRDefault="00D64403" w:rsidP="002319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D64403" w:rsidRDefault="00D64403" w:rsidP="00231910"/>
  <w:p w14:paraId="6897BFAA" w14:textId="77777777" w:rsidR="00D64403" w:rsidRDefault="00D64403" w:rsidP="00231910"/>
  <w:p w14:paraId="20A0CD4D" w14:textId="77777777" w:rsidR="00D64403" w:rsidRDefault="00D64403" w:rsidP="00231910"/>
  <w:p w14:paraId="53F0D611" w14:textId="77777777" w:rsidR="00D64403" w:rsidRDefault="00D64403" w:rsidP="00231910"/>
  <w:p w14:paraId="595134DF" w14:textId="77777777" w:rsidR="00D64403" w:rsidRDefault="00D64403" w:rsidP="00231910"/>
  <w:p w14:paraId="1B664207" w14:textId="77777777" w:rsidR="00D64403" w:rsidRDefault="00D64403" w:rsidP="00231910"/>
  <w:p w14:paraId="3CFFD96A" w14:textId="77777777" w:rsidR="00D64403" w:rsidRDefault="00D64403" w:rsidP="00231910"/>
  <w:p w14:paraId="3E448D4D" w14:textId="77777777" w:rsidR="00D64403" w:rsidRDefault="00D64403" w:rsidP="00231910"/>
  <w:p w14:paraId="66ED9BFC" w14:textId="77777777" w:rsidR="00D64403" w:rsidRDefault="00D64403" w:rsidP="00231910"/>
  <w:p w14:paraId="44860AA8" w14:textId="77777777" w:rsidR="00D64403" w:rsidRDefault="00D64403" w:rsidP="00231910"/>
  <w:p w14:paraId="6553AF63" w14:textId="77777777" w:rsidR="00D64403" w:rsidRDefault="00D64403" w:rsidP="00231910"/>
  <w:p w14:paraId="567C596E" w14:textId="77777777" w:rsidR="00D64403" w:rsidRDefault="00D64403" w:rsidP="00231910"/>
  <w:p w14:paraId="7B7FC373" w14:textId="77777777" w:rsidR="00D64403" w:rsidRDefault="00D64403" w:rsidP="00231910"/>
  <w:p w14:paraId="6F7A0198" w14:textId="77777777" w:rsidR="00D64403" w:rsidRDefault="00D64403" w:rsidP="00231910"/>
  <w:p w14:paraId="369C16EF" w14:textId="77777777" w:rsidR="00D64403" w:rsidRDefault="00D64403" w:rsidP="00231910"/>
  <w:p w14:paraId="1D28AC43" w14:textId="77777777" w:rsidR="00D64403" w:rsidRDefault="00D64403" w:rsidP="00231910"/>
  <w:p w14:paraId="3C654D39" w14:textId="77777777" w:rsidR="00D64403" w:rsidRDefault="00D64403" w:rsidP="00231910"/>
  <w:p w14:paraId="1550571B" w14:textId="77777777" w:rsidR="00D64403" w:rsidRDefault="00D64403" w:rsidP="00231910"/>
  <w:p w14:paraId="462A60A7" w14:textId="77777777" w:rsidR="00D64403" w:rsidRDefault="00D64403" w:rsidP="00231910"/>
  <w:p w14:paraId="62CAC932" w14:textId="77777777" w:rsidR="00D64403" w:rsidRDefault="00D64403" w:rsidP="00231910"/>
  <w:p w14:paraId="622DC371" w14:textId="77777777" w:rsidR="00D64403" w:rsidRDefault="00D64403" w:rsidP="00231910"/>
  <w:p w14:paraId="33D8CF93" w14:textId="77777777" w:rsidR="00D64403" w:rsidRDefault="00D64403" w:rsidP="002319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D64403" w:rsidRDefault="00D64403" w:rsidP="00231910"/>
  <w:p w14:paraId="12D4095D" w14:textId="77777777" w:rsidR="00D64403" w:rsidRDefault="00D64403" w:rsidP="002319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D64403" w:rsidRPr="005C179D" w:rsidRDefault="00D64403" w:rsidP="00231910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D64403" w:rsidRPr="005C179D" w:rsidRDefault="00D64403" w:rsidP="00231910"/>
  <w:p w14:paraId="0C84BE4D" w14:textId="77777777" w:rsidR="00D64403" w:rsidRDefault="00D64403" w:rsidP="00231910"/>
  <w:p w14:paraId="5B854D1D" w14:textId="77777777" w:rsidR="00D64403" w:rsidRDefault="00D64403" w:rsidP="00231910"/>
  <w:p w14:paraId="23EC4AC3" w14:textId="77777777" w:rsidR="00D64403" w:rsidRDefault="00D64403" w:rsidP="002319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5E3DA1"/>
    <w:multiLevelType w:val="hybridMultilevel"/>
    <w:tmpl w:val="1D0A9408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30144"/>
    <w:multiLevelType w:val="hybridMultilevel"/>
    <w:tmpl w:val="BF104378"/>
    <w:lvl w:ilvl="0" w:tplc="C8305876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DE9"/>
    <w:multiLevelType w:val="hybridMultilevel"/>
    <w:tmpl w:val="AD3C7162"/>
    <w:lvl w:ilvl="0" w:tplc="590EEBCE">
      <w:start w:val="1"/>
      <w:numFmt w:val="lowerLetter"/>
      <w:pStyle w:val="SODvedlejodstavecpsmena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F2EFA"/>
    <w:multiLevelType w:val="hybridMultilevel"/>
    <w:tmpl w:val="B58E84F2"/>
    <w:lvl w:ilvl="0" w:tplc="040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4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64B5E91"/>
    <w:multiLevelType w:val="hybridMultilevel"/>
    <w:tmpl w:val="635E8C3A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F07EA"/>
    <w:multiLevelType w:val="hybridMultilevel"/>
    <w:tmpl w:val="9FA0420E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8AB01F58">
      <w:start w:val="1"/>
      <w:numFmt w:val="bullet"/>
      <w:pStyle w:val="SODvedlej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37674"/>
    <w:multiLevelType w:val="hybridMultilevel"/>
    <w:tmpl w:val="99968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25E17"/>
    <w:multiLevelType w:val="hybridMultilevel"/>
    <w:tmpl w:val="D040CE44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5"/>
  </w:num>
  <w:num w:numId="2">
    <w:abstractNumId w:val="4"/>
  </w:num>
  <w:num w:numId="3">
    <w:abstractNumId w:val="23"/>
  </w:num>
  <w:num w:numId="4">
    <w:abstractNumId w:val="13"/>
  </w:num>
  <w:num w:numId="5">
    <w:abstractNumId w:val="6"/>
  </w:num>
  <w:num w:numId="6">
    <w:abstractNumId w:val="11"/>
  </w:num>
  <w:num w:numId="7">
    <w:abstractNumId w:val="3"/>
  </w:num>
  <w:num w:numId="8">
    <w:abstractNumId w:val="2"/>
  </w:num>
  <w:num w:numId="9">
    <w:abstractNumId w:val="7"/>
  </w:num>
  <w:num w:numId="10">
    <w:abstractNumId w:val="21"/>
  </w:num>
  <w:num w:numId="11">
    <w:abstractNumId w:val="16"/>
  </w:num>
  <w:num w:numId="12">
    <w:abstractNumId w:val="19"/>
  </w:num>
  <w:num w:numId="13">
    <w:abstractNumId w:val="12"/>
  </w:num>
  <w:num w:numId="14">
    <w:abstractNumId w:val="0"/>
  </w:num>
  <w:num w:numId="15">
    <w:abstractNumId w:val="10"/>
  </w:num>
  <w:num w:numId="16">
    <w:abstractNumId w:val="10"/>
  </w:num>
  <w:num w:numId="17">
    <w:abstractNumId w:val="4"/>
  </w:num>
  <w:num w:numId="18">
    <w:abstractNumId w:val="13"/>
  </w:num>
  <w:num w:numId="19">
    <w:abstractNumId w:val="15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  <w:num w:numId="3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0"/>
  </w:num>
  <w:num w:numId="3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"/>
  </w:num>
  <w:num w:numId="39">
    <w:abstractNumId w:val="4"/>
  </w:num>
  <w:num w:numId="40">
    <w:abstractNumId w:val="22"/>
  </w:num>
  <w:num w:numId="41">
    <w:abstractNumId w:val="17"/>
  </w:num>
  <w:num w:numId="42">
    <w:abstractNumId w:val="1"/>
  </w:num>
  <w:num w:numId="43">
    <w:abstractNumId w:val="18"/>
  </w:num>
  <w:num w:numId="44">
    <w:abstractNumId w:val="4"/>
  </w:num>
  <w:num w:numId="45">
    <w:abstractNumId w:val="18"/>
  </w:num>
  <w:num w:numId="46">
    <w:abstractNumId w:val="6"/>
    <w:lvlOverride w:ilvl="0">
      <w:startOverride w:val="1"/>
    </w:lvlOverride>
  </w:num>
  <w:num w:numId="47">
    <w:abstractNumId w:val="4"/>
  </w:num>
  <w:num w:numId="48">
    <w:abstractNumId w:val="15"/>
  </w:num>
  <w:num w:numId="4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epFbZqAWf8D7seoyB8/TNYyhuKzGar5PANIzN9VAisPCcg92OgWZWXWbIOBJuvCgikFmK075N0JqwPe3gF7NQ==" w:salt="0YoQfy1KvEZZGLhGI9Xp5w=="/>
  <w:defaultTabStop w:val="709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208"/>
    <w:rsid w:val="00000E9E"/>
    <w:rsid w:val="00001E6E"/>
    <w:rsid w:val="000036A6"/>
    <w:rsid w:val="000059E1"/>
    <w:rsid w:val="00007E85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8BC"/>
    <w:rsid w:val="00064C3C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972D0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0F343B"/>
    <w:rsid w:val="0010080E"/>
    <w:rsid w:val="00103A0F"/>
    <w:rsid w:val="001059A0"/>
    <w:rsid w:val="001059E5"/>
    <w:rsid w:val="001074AF"/>
    <w:rsid w:val="00111A81"/>
    <w:rsid w:val="001140CC"/>
    <w:rsid w:val="00120F55"/>
    <w:rsid w:val="001244D2"/>
    <w:rsid w:val="00130895"/>
    <w:rsid w:val="0013234E"/>
    <w:rsid w:val="001350FC"/>
    <w:rsid w:val="00141236"/>
    <w:rsid w:val="00142198"/>
    <w:rsid w:val="001437FC"/>
    <w:rsid w:val="001534AF"/>
    <w:rsid w:val="001617F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091D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31910"/>
    <w:rsid w:val="00240419"/>
    <w:rsid w:val="002412D1"/>
    <w:rsid w:val="0024421D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249C"/>
    <w:rsid w:val="003252B5"/>
    <w:rsid w:val="00344B94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660E6"/>
    <w:rsid w:val="00471D6F"/>
    <w:rsid w:val="004832B5"/>
    <w:rsid w:val="00485B44"/>
    <w:rsid w:val="004925AF"/>
    <w:rsid w:val="00496DC8"/>
    <w:rsid w:val="004A1A3A"/>
    <w:rsid w:val="004A22E1"/>
    <w:rsid w:val="004A26CF"/>
    <w:rsid w:val="004A3CE7"/>
    <w:rsid w:val="004A6C61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16C7"/>
    <w:rsid w:val="004C52C5"/>
    <w:rsid w:val="004C65D7"/>
    <w:rsid w:val="004D0693"/>
    <w:rsid w:val="004D6E18"/>
    <w:rsid w:val="004E27BB"/>
    <w:rsid w:val="004E6022"/>
    <w:rsid w:val="004E6840"/>
    <w:rsid w:val="004F588D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145B"/>
    <w:rsid w:val="00562573"/>
    <w:rsid w:val="005647AB"/>
    <w:rsid w:val="005666D2"/>
    <w:rsid w:val="00574436"/>
    <w:rsid w:val="005763F3"/>
    <w:rsid w:val="005771FA"/>
    <w:rsid w:val="00580FA8"/>
    <w:rsid w:val="00585B54"/>
    <w:rsid w:val="005962A0"/>
    <w:rsid w:val="00597DEC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4F33"/>
    <w:rsid w:val="0068540C"/>
    <w:rsid w:val="0069310B"/>
    <w:rsid w:val="00694327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57C23"/>
    <w:rsid w:val="007746A1"/>
    <w:rsid w:val="00784199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B09"/>
    <w:rsid w:val="007C1EA4"/>
    <w:rsid w:val="007C1FEC"/>
    <w:rsid w:val="007C61A2"/>
    <w:rsid w:val="007C7938"/>
    <w:rsid w:val="007D111A"/>
    <w:rsid w:val="007D4AF4"/>
    <w:rsid w:val="007E40A8"/>
    <w:rsid w:val="007F0065"/>
    <w:rsid w:val="007F1C99"/>
    <w:rsid w:val="007F2A66"/>
    <w:rsid w:val="007F31DD"/>
    <w:rsid w:val="007F4D6F"/>
    <w:rsid w:val="007F7D40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22E"/>
    <w:rsid w:val="00874E93"/>
    <w:rsid w:val="008751A3"/>
    <w:rsid w:val="00875660"/>
    <w:rsid w:val="008803C7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069E1"/>
    <w:rsid w:val="00913905"/>
    <w:rsid w:val="0092017E"/>
    <w:rsid w:val="00920DF5"/>
    <w:rsid w:val="0092430A"/>
    <w:rsid w:val="0093139B"/>
    <w:rsid w:val="00940D17"/>
    <w:rsid w:val="00940F05"/>
    <w:rsid w:val="00945BA4"/>
    <w:rsid w:val="009500F2"/>
    <w:rsid w:val="00961F46"/>
    <w:rsid w:val="00965396"/>
    <w:rsid w:val="009706B3"/>
    <w:rsid w:val="009729A6"/>
    <w:rsid w:val="009729EC"/>
    <w:rsid w:val="00976E05"/>
    <w:rsid w:val="00981279"/>
    <w:rsid w:val="009868A6"/>
    <w:rsid w:val="009910E5"/>
    <w:rsid w:val="009947AD"/>
    <w:rsid w:val="009977EF"/>
    <w:rsid w:val="009A0113"/>
    <w:rsid w:val="009B1AF9"/>
    <w:rsid w:val="009C0D13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10BB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167E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AF6540"/>
    <w:rsid w:val="00AF6FCC"/>
    <w:rsid w:val="00B0405E"/>
    <w:rsid w:val="00B219A7"/>
    <w:rsid w:val="00B25EFD"/>
    <w:rsid w:val="00B26F7D"/>
    <w:rsid w:val="00B42490"/>
    <w:rsid w:val="00B46CA4"/>
    <w:rsid w:val="00B4719A"/>
    <w:rsid w:val="00B527D8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D237D"/>
    <w:rsid w:val="00BE1CE9"/>
    <w:rsid w:val="00BE2D12"/>
    <w:rsid w:val="00BE3610"/>
    <w:rsid w:val="00BE7597"/>
    <w:rsid w:val="00BE7D9A"/>
    <w:rsid w:val="00BF52BE"/>
    <w:rsid w:val="00BF594E"/>
    <w:rsid w:val="00C00A3F"/>
    <w:rsid w:val="00C02562"/>
    <w:rsid w:val="00C0614E"/>
    <w:rsid w:val="00C20272"/>
    <w:rsid w:val="00C23C4C"/>
    <w:rsid w:val="00C27EFF"/>
    <w:rsid w:val="00C35123"/>
    <w:rsid w:val="00C41E77"/>
    <w:rsid w:val="00C42B37"/>
    <w:rsid w:val="00C530C8"/>
    <w:rsid w:val="00C609E2"/>
    <w:rsid w:val="00C60ABD"/>
    <w:rsid w:val="00C719D5"/>
    <w:rsid w:val="00C73BF2"/>
    <w:rsid w:val="00C74988"/>
    <w:rsid w:val="00C75F63"/>
    <w:rsid w:val="00C80C61"/>
    <w:rsid w:val="00C84605"/>
    <w:rsid w:val="00C86D02"/>
    <w:rsid w:val="00C870F2"/>
    <w:rsid w:val="00C97439"/>
    <w:rsid w:val="00CA14E8"/>
    <w:rsid w:val="00CA30F6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4179"/>
    <w:rsid w:val="00D06C96"/>
    <w:rsid w:val="00D06D74"/>
    <w:rsid w:val="00D1049B"/>
    <w:rsid w:val="00D14E79"/>
    <w:rsid w:val="00D208AD"/>
    <w:rsid w:val="00D213D0"/>
    <w:rsid w:val="00D22C69"/>
    <w:rsid w:val="00D24899"/>
    <w:rsid w:val="00D34C40"/>
    <w:rsid w:val="00D36C3B"/>
    <w:rsid w:val="00D47854"/>
    <w:rsid w:val="00D52963"/>
    <w:rsid w:val="00D57EB1"/>
    <w:rsid w:val="00D629A9"/>
    <w:rsid w:val="00D64403"/>
    <w:rsid w:val="00D70189"/>
    <w:rsid w:val="00D727D3"/>
    <w:rsid w:val="00D72825"/>
    <w:rsid w:val="00D74C86"/>
    <w:rsid w:val="00D757FF"/>
    <w:rsid w:val="00D75A82"/>
    <w:rsid w:val="00D800BA"/>
    <w:rsid w:val="00D9149B"/>
    <w:rsid w:val="00D924FC"/>
    <w:rsid w:val="00D93020"/>
    <w:rsid w:val="00D93AB4"/>
    <w:rsid w:val="00D95AEA"/>
    <w:rsid w:val="00D9763A"/>
    <w:rsid w:val="00DB0B2B"/>
    <w:rsid w:val="00DB36C8"/>
    <w:rsid w:val="00DC4F88"/>
    <w:rsid w:val="00DC5CCD"/>
    <w:rsid w:val="00DD1250"/>
    <w:rsid w:val="00DD48B3"/>
    <w:rsid w:val="00DD70FD"/>
    <w:rsid w:val="00DE041C"/>
    <w:rsid w:val="00DE05FF"/>
    <w:rsid w:val="00DE1CA3"/>
    <w:rsid w:val="00DE2907"/>
    <w:rsid w:val="00DE2E5E"/>
    <w:rsid w:val="00E011C5"/>
    <w:rsid w:val="00E06CF8"/>
    <w:rsid w:val="00E0775D"/>
    <w:rsid w:val="00E10177"/>
    <w:rsid w:val="00E11C2F"/>
    <w:rsid w:val="00E12947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B8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8FD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6ED7"/>
    <w:rsid w:val="00F445CA"/>
    <w:rsid w:val="00F500BB"/>
    <w:rsid w:val="00F5116C"/>
    <w:rsid w:val="00F52071"/>
    <w:rsid w:val="00F54B07"/>
    <w:rsid w:val="00F5644B"/>
    <w:rsid w:val="00F56C64"/>
    <w:rsid w:val="00F61E0A"/>
    <w:rsid w:val="00F8487A"/>
    <w:rsid w:val="00F912EC"/>
    <w:rsid w:val="00F921C5"/>
    <w:rsid w:val="00F939E7"/>
    <w:rsid w:val="00FA20F5"/>
    <w:rsid w:val="00FA2936"/>
    <w:rsid w:val="00FA6FBA"/>
    <w:rsid w:val="00FA7A10"/>
    <w:rsid w:val="00FB207F"/>
    <w:rsid w:val="00FB2747"/>
    <w:rsid w:val="00FB78D7"/>
    <w:rsid w:val="00FC1168"/>
    <w:rsid w:val="00FC1C6E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231910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SOD_Nadpis 1;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aliases w:val="SOD_Nadpis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aliases w:val="SOD_Nadpis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B527D8"/>
    <w:pPr>
      <w:spacing w:before="120" w:after="60"/>
      <w:jc w:val="center"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rsid w:val="000F343B"/>
    <w:pPr>
      <w:spacing w:before="240" w:after="60"/>
      <w:jc w:val="center"/>
      <w:outlineLvl w:val="5"/>
    </w:pPr>
    <w:rPr>
      <w:b/>
      <w:bCs/>
      <w:sz w:val="24"/>
      <w:szCs w:val="22"/>
    </w:rPr>
  </w:style>
  <w:style w:type="paragraph" w:styleId="Nadpis7">
    <w:name w:val="heading 7"/>
    <w:aliases w:val="SOD odstavec"/>
    <w:basedOn w:val="Normln"/>
    <w:next w:val="Normln"/>
    <w:autoRedefine/>
    <w:qFormat/>
    <w:rsid w:val="00597DEC"/>
    <w:pPr>
      <w:keepNext/>
      <w:tabs>
        <w:tab w:val="left" w:pos="567"/>
        <w:tab w:val="left" w:pos="1588"/>
      </w:tabs>
      <w:spacing w:before="80" w:after="120"/>
      <w:ind w:left="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link w:val="ZpatChar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1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A8167E"/>
    <w:pPr>
      <w:tabs>
        <w:tab w:val="left" w:pos="2041"/>
        <w:tab w:val="left" w:pos="3969"/>
        <w:tab w:val="decimal" w:pos="7371"/>
      </w:tabs>
      <w:spacing w:before="40" w:after="40"/>
      <w:ind w:left="3969" w:hanging="3249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link w:val="Zkladntextodsazen2-odrkyChar"/>
    <w:autoRedefine/>
    <w:rsid w:val="000F343B"/>
    <w:pPr>
      <w:numPr>
        <w:numId w:val="2"/>
      </w:numPr>
      <w:tabs>
        <w:tab w:val="clear" w:pos="717"/>
      </w:tabs>
    </w:pPr>
  </w:style>
  <w:style w:type="paragraph" w:styleId="Nzev">
    <w:name w:val="Title"/>
    <w:aliases w:val="SOD_Název"/>
    <w:basedOn w:val="Normln"/>
    <w:link w:val="NzevChar"/>
    <w:autoRedefine/>
    <w:uiPriority w:val="99"/>
    <w:qFormat/>
    <w:rsid w:val="000F343B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link w:val="podpisysmlouvaChar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F52071"/>
    <w:pPr>
      <w:tabs>
        <w:tab w:val="clear" w:pos="709"/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uiPriority w:val="1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aliases w:val="SOD_Název Char"/>
    <w:link w:val="Nzev"/>
    <w:uiPriority w:val="99"/>
    <w:locked/>
    <w:rsid w:val="000F343B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A8167E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SODHlavnodrky">
    <w:name w:val="SOD_Hlavní odrážky"/>
    <w:basedOn w:val="Zkladntextodsazen2-odrky"/>
    <w:link w:val="SODHlavnodrkyChar"/>
    <w:autoRedefine/>
    <w:qFormat/>
    <w:rsid w:val="00597DEC"/>
    <w:pPr>
      <w:tabs>
        <w:tab w:val="num" w:pos="717"/>
      </w:tabs>
    </w:pPr>
  </w:style>
  <w:style w:type="paragraph" w:customStyle="1" w:styleId="SODvedlejodrky">
    <w:name w:val="SOD_vedlejší odrážky"/>
    <w:basedOn w:val="Zkladntextodsazen2-odrky"/>
    <w:link w:val="SODvedlejodrkyChar"/>
    <w:autoRedefine/>
    <w:qFormat/>
    <w:rsid w:val="000972D0"/>
    <w:pPr>
      <w:numPr>
        <w:ilvl w:val="1"/>
        <w:numId w:val="43"/>
      </w:numPr>
      <w:tabs>
        <w:tab w:val="clear" w:pos="2041"/>
        <w:tab w:val="clear" w:pos="3969"/>
        <w:tab w:val="clear" w:pos="7371"/>
        <w:tab w:val="clear" w:pos="9072"/>
        <w:tab w:val="left" w:pos="1276"/>
        <w:tab w:val="left" w:pos="1588"/>
      </w:tabs>
      <w:spacing w:before="0" w:after="0"/>
      <w:ind w:left="1276" w:hanging="425"/>
    </w:pPr>
  </w:style>
  <w:style w:type="character" w:customStyle="1" w:styleId="Zkladntextodsazen2-odrkyChar">
    <w:name w:val="Základní text odsazený 2  - odrážky Char"/>
    <w:basedOn w:val="Zkladntextodsazen2Char"/>
    <w:link w:val="Zkladntextodsazen2-odrky"/>
    <w:rsid w:val="00F61E0A"/>
    <w:rPr>
      <w:rFonts w:ascii="Arial" w:eastAsia="Arial Unicode MS" w:hAnsi="Arial"/>
      <w:lang w:val="x-none" w:eastAsia="x-none"/>
    </w:rPr>
  </w:style>
  <w:style w:type="character" w:customStyle="1" w:styleId="SODHlavnodrkyChar">
    <w:name w:val="SOD_Hlavní odrážky Char"/>
    <w:basedOn w:val="Zkladntextodsazen2-odrkyChar"/>
    <w:link w:val="SODHlavnodrky"/>
    <w:rsid w:val="00597DEC"/>
    <w:rPr>
      <w:rFonts w:ascii="Arial" w:eastAsia="Arial Unicode MS" w:hAnsi="Arial"/>
      <w:lang w:val="x-none" w:eastAsia="x-none"/>
    </w:rPr>
  </w:style>
  <w:style w:type="paragraph" w:customStyle="1" w:styleId="doloka">
    <w:name w:val="doložka"/>
    <w:basedOn w:val="Zkladntext"/>
    <w:link w:val="dolokaChar"/>
    <w:autoRedefine/>
    <w:qFormat/>
    <w:rsid w:val="00CA30F6"/>
    <w:pPr>
      <w:tabs>
        <w:tab w:val="left" w:pos="2619"/>
      </w:tabs>
      <w:jc w:val="left"/>
    </w:pPr>
  </w:style>
  <w:style w:type="character" w:customStyle="1" w:styleId="SODvedlejodrkyChar">
    <w:name w:val="SOD_vedlejší odrážky Char"/>
    <w:basedOn w:val="Zkladntextodsazen2-odrkyChar"/>
    <w:link w:val="SODvedlejodrky"/>
    <w:rsid w:val="000972D0"/>
    <w:rPr>
      <w:rFonts w:ascii="Arial" w:eastAsia="Arial Unicode MS" w:hAnsi="Arial"/>
      <w:lang w:val="x-none" w:eastAsia="x-none"/>
    </w:rPr>
  </w:style>
  <w:style w:type="paragraph" w:customStyle="1" w:styleId="SODzpat">
    <w:name w:val="SOD_zápatí"/>
    <w:basedOn w:val="Zpat"/>
    <w:link w:val="SODzpatChar"/>
    <w:autoRedefine/>
    <w:qFormat/>
    <w:rsid w:val="004660E6"/>
  </w:style>
  <w:style w:type="character" w:customStyle="1" w:styleId="ZkladntextChar1">
    <w:name w:val="Základní text Char1"/>
    <w:basedOn w:val="Standardnpsmoodstavce"/>
    <w:link w:val="Zkladntext"/>
    <w:rsid w:val="00CA30F6"/>
    <w:rPr>
      <w:rFonts w:ascii="Arial" w:hAnsi="Arial"/>
    </w:rPr>
  </w:style>
  <w:style w:type="character" w:customStyle="1" w:styleId="dolokaChar">
    <w:name w:val="doložka Char"/>
    <w:basedOn w:val="ZkladntextChar1"/>
    <w:link w:val="doloka"/>
    <w:rsid w:val="00CA30F6"/>
    <w:rPr>
      <w:rFonts w:ascii="Arial" w:hAnsi="Arial"/>
    </w:rPr>
  </w:style>
  <w:style w:type="paragraph" w:customStyle="1" w:styleId="SODpodpis">
    <w:name w:val="SOD_podpis"/>
    <w:basedOn w:val="podpisysmlouva"/>
    <w:link w:val="SODpodpisChar"/>
    <w:autoRedefine/>
    <w:qFormat/>
    <w:rsid w:val="004660E6"/>
  </w:style>
  <w:style w:type="character" w:customStyle="1" w:styleId="ZpatChar">
    <w:name w:val="Zápatí Char"/>
    <w:basedOn w:val="Standardnpsmoodstavce"/>
    <w:link w:val="Zpat"/>
    <w:rsid w:val="004660E6"/>
    <w:rPr>
      <w:rFonts w:ascii="Arial" w:hAnsi="Arial"/>
    </w:rPr>
  </w:style>
  <w:style w:type="character" w:customStyle="1" w:styleId="SODzpatChar">
    <w:name w:val="SOD_zápatí Char"/>
    <w:basedOn w:val="ZpatChar"/>
    <w:link w:val="SODzpat"/>
    <w:rsid w:val="004660E6"/>
    <w:rPr>
      <w:rFonts w:ascii="Arial" w:hAnsi="Arial"/>
    </w:rPr>
  </w:style>
  <w:style w:type="paragraph" w:customStyle="1" w:styleId="SODvedlejodstavecpsmena">
    <w:name w:val="SOD_vedlejší odstavec písmena"/>
    <w:basedOn w:val="Odstavecseseznamem"/>
    <w:link w:val="SODvedlejodstavecpsmenaChar"/>
    <w:autoRedefine/>
    <w:qFormat/>
    <w:rsid w:val="000972D0"/>
    <w:pPr>
      <w:numPr>
        <w:numId w:val="5"/>
      </w:numPr>
    </w:pPr>
  </w:style>
  <w:style w:type="character" w:customStyle="1" w:styleId="podpisysmlouvaChar">
    <w:name w:val="podpisy smlouva Char"/>
    <w:basedOn w:val="Standardnpsmoodstavce"/>
    <w:link w:val="podpisysmlouva"/>
    <w:rsid w:val="004660E6"/>
    <w:rPr>
      <w:rFonts w:ascii="Arial" w:hAnsi="Arial"/>
    </w:rPr>
  </w:style>
  <w:style w:type="character" w:customStyle="1" w:styleId="SODpodpisChar">
    <w:name w:val="SOD_podpis Char"/>
    <w:basedOn w:val="podpisysmlouvaChar"/>
    <w:link w:val="SODpodpis"/>
    <w:rsid w:val="004660E6"/>
    <w:rPr>
      <w:rFonts w:ascii="Arial" w:hAnsi="Arial"/>
    </w:rPr>
  </w:style>
  <w:style w:type="paragraph" w:customStyle="1" w:styleId="SODsmluvnstrany">
    <w:name w:val="SOD_smluvní strany"/>
    <w:basedOn w:val="Zkladntextodsazen2"/>
    <w:link w:val="SODsmluvnstranyChar"/>
    <w:autoRedefine/>
    <w:qFormat/>
    <w:rsid w:val="004660E6"/>
  </w:style>
  <w:style w:type="character" w:customStyle="1" w:styleId="SODvedlejodstavecpsmenaChar">
    <w:name w:val="SOD_vedlejší odstavec písmena Char"/>
    <w:basedOn w:val="OdstavecseseznamemChar"/>
    <w:link w:val="SODvedlejodstavecpsmena"/>
    <w:rsid w:val="000972D0"/>
    <w:rPr>
      <w:rFonts w:ascii="Arial" w:hAnsi="Arial"/>
    </w:rPr>
  </w:style>
  <w:style w:type="character" w:customStyle="1" w:styleId="SODsmluvnstranyChar">
    <w:name w:val="SOD_smluvní strany Char"/>
    <w:basedOn w:val="Zkladntextodsazen2Char"/>
    <w:link w:val="SODsmluvnstrany"/>
    <w:rsid w:val="004660E6"/>
    <w:rPr>
      <w:rFonts w:ascii="Arial" w:eastAsia="Arial Unicode MS" w:hAnsi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3BA82-1A99-40B1-923C-BA565986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3372</TotalTime>
  <Pages>12</Pages>
  <Words>5834</Words>
  <Characters>34427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40181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17</cp:revision>
  <cp:lastPrinted>2023-04-27T07:38:00Z</cp:lastPrinted>
  <dcterms:created xsi:type="dcterms:W3CDTF">2022-05-24T19:59:00Z</dcterms:created>
  <dcterms:modified xsi:type="dcterms:W3CDTF">2023-05-16T08:14:00Z</dcterms:modified>
</cp:coreProperties>
</file>